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ACD" w:rsidRDefault="007A2ACD" w:rsidP="00DB53A0">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7A2ACD" w:rsidRDefault="007A2ACD" w:rsidP="00DB53A0">
      <w:pPr>
        <w:spacing w:after="0" w:line="408" w:lineRule="auto"/>
        <w:ind w:left="120"/>
        <w:jc w:val="center"/>
        <w:rPr>
          <w:lang w:val="ru-RU"/>
        </w:rPr>
      </w:pPr>
      <w:r>
        <w:rPr>
          <w:rFonts w:ascii="Times New Roman" w:hAnsi="Times New Roman"/>
          <w:b/>
          <w:color w:val="000000"/>
          <w:sz w:val="28"/>
          <w:lang w:val="ru-RU"/>
        </w:rPr>
        <w:t>‌</w:t>
      </w:r>
      <w:bookmarkStart w:id="0" w:name="af5b5167-7099-47ec-9866-9052e784200d"/>
      <w:bookmarkEnd w:id="0"/>
      <w:r>
        <w:rPr>
          <w:rFonts w:ascii="Times New Roman" w:hAnsi="Times New Roman"/>
          <w:b/>
          <w:color w:val="000000"/>
          <w:sz w:val="28"/>
          <w:lang w:val="ru-RU"/>
        </w:rPr>
        <w:t>Министерство образования и науки Республики Татарстан ‌‌</w:t>
      </w:r>
    </w:p>
    <w:p w:rsidR="007A2ACD" w:rsidRDefault="007A2ACD" w:rsidP="00DB53A0">
      <w:pPr>
        <w:spacing w:after="0" w:line="408" w:lineRule="auto"/>
        <w:ind w:left="120"/>
        <w:jc w:val="center"/>
        <w:rPr>
          <w:lang w:val="ru-RU"/>
        </w:rPr>
      </w:pPr>
      <w:r>
        <w:rPr>
          <w:rFonts w:ascii="Times New Roman" w:hAnsi="Times New Roman"/>
          <w:b/>
          <w:color w:val="000000"/>
          <w:sz w:val="28"/>
          <w:lang w:val="ru-RU"/>
        </w:rPr>
        <w:t>‌</w:t>
      </w:r>
      <w:bookmarkStart w:id="1" w:name="dc3cea46-96ed-491e-818a-be2785bad2e9"/>
      <w:bookmarkEnd w:id="1"/>
      <w:r>
        <w:rPr>
          <w:rFonts w:ascii="Times New Roman" w:hAnsi="Times New Roman"/>
          <w:b/>
          <w:color w:val="000000"/>
          <w:sz w:val="28"/>
          <w:lang w:val="ru-RU"/>
        </w:rPr>
        <w:t>Исполнительный комитет Высокогорского муниципального района‌</w:t>
      </w:r>
      <w:r>
        <w:rPr>
          <w:rFonts w:ascii="Times New Roman" w:hAnsi="Times New Roman"/>
          <w:color w:val="000000"/>
          <w:sz w:val="28"/>
          <w:lang w:val="ru-RU"/>
        </w:rPr>
        <w:t>​</w:t>
      </w:r>
    </w:p>
    <w:p w:rsidR="007A2ACD" w:rsidRDefault="007A2ACD" w:rsidP="00DB53A0">
      <w:pPr>
        <w:spacing w:after="0" w:line="408" w:lineRule="auto"/>
        <w:ind w:left="120"/>
        <w:jc w:val="center"/>
      </w:pPr>
      <w:r>
        <w:rPr>
          <w:rFonts w:ascii="Times New Roman" w:hAnsi="Times New Roman"/>
          <w:b/>
          <w:color w:val="000000"/>
          <w:sz w:val="28"/>
        </w:rPr>
        <w:t>МБОУ "Озёрная СОШ"</w:t>
      </w:r>
    </w:p>
    <w:p w:rsidR="007A2ACD" w:rsidRDefault="007A2ACD" w:rsidP="00DB53A0">
      <w:pPr>
        <w:spacing w:after="0"/>
        <w:ind w:left="120"/>
      </w:pPr>
    </w:p>
    <w:p w:rsidR="007A2ACD" w:rsidRDefault="007A2ACD" w:rsidP="00DB53A0">
      <w:pPr>
        <w:spacing w:after="0"/>
        <w:ind w:left="120"/>
      </w:pPr>
    </w:p>
    <w:p w:rsidR="007A2ACD" w:rsidRDefault="007A2ACD" w:rsidP="00DB53A0">
      <w:pPr>
        <w:spacing w:after="0"/>
        <w:ind w:left="120"/>
      </w:pPr>
      <w:r w:rsidRPr="003E485C">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2.25pt;height:119.25pt;visibility:visible">
            <v:imagedata r:id="rId5" o:title=""/>
          </v:shape>
        </w:pict>
      </w:r>
    </w:p>
    <w:p w:rsidR="007A2ACD" w:rsidRDefault="007A2ACD">
      <w:pPr>
        <w:spacing w:after="0"/>
        <w:ind w:left="120"/>
      </w:pPr>
    </w:p>
    <w:p w:rsidR="007A2ACD" w:rsidRDefault="007A2ACD">
      <w:pPr>
        <w:spacing w:after="0"/>
        <w:ind w:left="120"/>
      </w:pPr>
    </w:p>
    <w:p w:rsidR="007A2ACD" w:rsidRDefault="007A2ACD">
      <w:pPr>
        <w:spacing w:after="0"/>
        <w:ind w:left="120"/>
      </w:pPr>
    </w:p>
    <w:p w:rsidR="007A2ACD" w:rsidRDefault="007A2ACD">
      <w:pPr>
        <w:spacing w:after="0"/>
        <w:ind w:left="120"/>
      </w:pPr>
    </w:p>
    <w:p w:rsidR="007A2ACD" w:rsidRDefault="007A2ACD">
      <w:pPr>
        <w:spacing w:after="0" w:line="408" w:lineRule="auto"/>
        <w:ind w:left="120"/>
        <w:jc w:val="center"/>
      </w:pPr>
      <w:r>
        <w:rPr>
          <w:rFonts w:ascii="Times New Roman" w:hAnsi="Times New Roman"/>
          <w:b/>
          <w:color w:val="000000"/>
          <w:sz w:val="28"/>
        </w:rPr>
        <w:t>РАБОЧАЯ ПРОГРАММА</w:t>
      </w:r>
    </w:p>
    <w:p w:rsidR="007A2ACD" w:rsidRDefault="007A2ACD">
      <w:pPr>
        <w:spacing w:after="0" w:line="408" w:lineRule="auto"/>
        <w:ind w:left="120"/>
        <w:jc w:val="center"/>
      </w:pPr>
      <w:r>
        <w:rPr>
          <w:rFonts w:ascii="Times New Roman" w:hAnsi="Times New Roman"/>
          <w:color w:val="000000"/>
          <w:sz w:val="28"/>
        </w:rPr>
        <w:t>(ID 2999189)</w:t>
      </w:r>
    </w:p>
    <w:p w:rsidR="007A2ACD" w:rsidRDefault="007A2ACD">
      <w:pPr>
        <w:spacing w:after="0"/>
        <w:ind w:left="120"/>
        <w:jc w:val="center"/>
      </w:pPr>
    </w:p>
    <w:p w:rsidR="007A2ACD" w:rsidRDefault="007A2ACD">
      <w:pPr>
        <w:spacing w:after="0" w:line="408" w:lineRule="auto"/>
        <w:ind w:left="120"/>
        <w:jc w:val="center"/>
      </w:pPr>
      <w:r>
        <w:rPr>
          <w:rFonts w:ascii="Times New Roman" w:hAnsi="Times New Roman"/>
          <w:b/>
          <w:color w:val="000000"/>
          <w:sz w:val="28"/>
        </w:rPr>
        <w:t>учебного предмета «Иностранный (английский) язык»</w:t>
      </w:r>
    </w:p>
    <w:p w:rsidR="007A2ACD" w:rsidRDefault="007A2ACD">
      <w:pPr>
        <w:spacing w:after="0" w:line="408" w:lineRule="auto"/>
        <w:ind w:left="120"/>
        <w:jc w:val="center"/>
      </w:pPr>
      <w:r>
        <w:rPr>
          <w:rFonts w:ascii="Times New Roman" w:hAnsi="Times New Roman"/>
          <w:color w:val="000000"/>
          <w:sz w:val="28"/>
        </w:rPr>
        <w:t xml:space="preserve">для обучающихся 5 – 9 классов </w:t>
      </w: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p>
    <w:p w:rsidR="007A2ACD" w:rsidRDefault="007A2ACD">
      <w:pPr>
        <w:spacing w:after="0"/>
        <w:ind w:left="120"/>
        <w:jc w:val="center"/>
      </w:pPr>
      <w:bookmarkStart w:id="2" w:name="2ca4b822-b41b-4bca-a0ae-e8dae98d20bd"/>
      <w:bookmarkEnd w:id="2"/>
      <w:r>
        <w:rPr>
          <w:rFonts w:ascii="Times New Roman" w:hAnsi="Times New Roman"/>
          <w:b/>
          <w:color w:val="000000"/>
          <w:sz w:val="28"/>
        </w:rPr>
        <w:t xml:space="preserve">пос.Озёрный </w:t>
      </w:r>
      <w:bookmarkStart w:id="3" w:name="37890e0d-bf7f-43fe-815c-7a678ee14218"/>
      <w:bookmarkEnd w:id="3"/>
      <w:r>
        <w:rPr>
          <w:rFonts w:ascii="Times New Roman" w:hAnsi="Times New Roman"/>
          <w:b/>
          <w:color w:val="000000"/>
          <w:sz w:val="28"/>
        </w:rPr>
        <w:t>2023</w:t>
      </w:r>
    </w:p>
    <w:p w:rsidR="007A2ACD" w:rsidRDefault="007A2ACD">
      <w:pPr>
        <w:spacing w:after="0"/>
        <w:ind w:left="120"/>
      </w:pPr>
    </w:p>
    <w:p w:rsidR="007A2ACD" w:rsidRDefault="007A2ACD">
      <w:pPr>
        <w:sectPr w:rsidR="007A2ACD">
          <w:pgSz w:w="11906" w:h="16383"/>
          <w:pgMar w:top="1134" w:right="850" w:bottom="1134" w:left="1701" w:header="720" w:footer="720" w:gutter="0"/>
          <w:cols w:space="720"/>
        </w:sectPr>
      </w:pPr>
    </w:p>
    <w:p w:rsidR="007A2ACD" w:rsidRDefault="007A2ACD">
      <w:pPr>
        <w:spacing w:after="0" w:line="264" w:lineRule="auto"/>
        <w:ind w:left="120"/>
        <w:jc w:val="both"/>
      </w:pPr>
      <w:bookmarkStart w:id="4" w:name="block-22541829"/>
      <w:bookmarkEnd w:id="4"/>
      <w:r>
        <w:rPr>
          <w:rFonts w:ascii="Times New Roman" w:hAnsi="Times New Roman"/>
          <w:b/>
          <w:color w:val="000000"/>
          <w:sz w:val="28"/>
        </w:rPr>
        <w:t>ПОЯСНИТЕЛЬНАЯ ЗАПИСКА</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A2ACD" w:rsidRDefault="007A2ACD">
      <w:pPr>
        <w:spacing w:after="0" w:line="264" w:lineRule="auto"/>
        <w:ind w:firstLine="600"/>
        <w:jc w:val="both"/>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A2ACD" w:rsidRDefault="007A2ACD">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A2ACD" w:rsidRDefault="007A2ACD">
      <w:pPr>
        <w:spacing w:after="0" w:line="264" w:lineRule="auto"/>
        <w:ind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A2ACD" w:rsidRDefault="007A2ACD">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A2ACD" w:rsidRDefault="007A2ACD">
      <w:pPr>
        <w:spacing w:after="0" w:line="264" w:lineRule="auto"/>
        <w:ind w:firstLine="600"/>
        <w:jc w:val="both"/>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A2ACD" w:rsidRDefault="007A2ACD">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A2ACD" w:rsidRDefault="007A2ACD">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A2ACD" w:rsidRDefault="007A2ACD">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A2ACD" w:rsidRDefault="007A2ACD">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A2ACD" w:rsidRDefault="007A2ACD">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7A2ACD" w:rsidRDefault="007A2ACD">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A2ACD" w:rsidRDefault="007A2ACD">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A2ACD" w:rsidRDefault="007A2ACD">
      <w:pPr>
        <w:spacing w:after="0" w:line="264" w:lineRule="auto"/>
        <w:ind w:firstLine="600"/>
        <w:jc w:val="both"/>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A2ACD" w:rsidRDefault="007A2ACD">
      <w:pPr>
        <w:spacing w:after="0" w:line="264" w:lineRule="auto"/>
        <w:ind w:firstLine="600"/>
        <w:jc w:val="both"/>
      </w:pPr>
      <w:bookmarkStart w:id="5" w:name="6aa83e48-2cda-48be-be58-b7f32ebffe8c"/>
      <w:bookmarkEnd w:id="5"/>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7A2ACD" w:rsidRDefault="007A2ACD">
      <w:pPr>
        <w:sectPr w:rsidR="007A2ACD">
          <w:pgSz w:w="11906" w:h="16383"/>
          <w:pgMar w:top="1134" w:right="850" w:bottom="1134" w:left="1701" w:header="720" w:footer="720" w:gutter="0"/>
          <w:cols w:space="720"/>
        </w:sectPr>
      </w:pPr>
    </w:p>
    <w:p w:rsidR="007A2ACD" w:rsidRDefault="007A2ACD">
      <w:pPr>
        <w:spacing w:after="0" w:line="264" w:lineRule="auto"/>
        <w:ind w:left="120"/>
        <w:jc w:val="both"/>
      </w:pPr>
      <w:bookmarkStart w:id="6" w:name="block-22541830"/>
      <w:bookmarkEnd w:id="6"/>
      <w:r>
        <w:rPr>
          <w:rFonts w:ascii="Times New Roman" w:hAnsi="Times New Roman"/>
          <w:b/>
          <w:color w:val="000000"/>
          <w:sz w:val="28"/>
        </w:rPr>
        <w:t>СОДЕРЖАНИЕ ОБУЧЕНИЯ</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5 КЛАСС</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b/>
          <w:color w:val="000000"/>
          <w:sz w:val="28"/>
        </w:rPr>
        <w:t>Коммуникативные умения</w:t>
      </w:r>
    </w:p>
    <w:p w:rsidR="007A2ACD" w:rsidRDefault="007A2AC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rsidR="007A2ACD" w:rsidRDefault="007A2AC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A2ACD" w:rsidRDefault="007A2AC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rsidR="007A2ACD" w:rsidRDefault="007A2ACD">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rsidR="007A2ACD" w:rsidRDefault="007A2ACD">
      <w:pPr>
        <w:spacing w:after="0" w:line="264" w:lineRule="auto"/>
        <w:ind w:firstLine="600"/>
        <w:jc w:val="both"/>
      </w:pPr>
      <w:r>
        <w:rPr>
          <w:rFonts w:ascii="Times New Roman" w:hAnsi="Times New Roman"/>
          <w:color w:val="000000"/>
          <w:sz w:val="28"/>
        </w:rPr>
        <w:t>Покупки: одежда, обувь и продукты питания.</w:t>
      </w:r>
    </w:p>
    <w:p w:rsidR="007A2ACD" w:rsidRDefault="007A2ACD">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Каникулы в различное время года. Виды отдыха.</w:t>
      </w:r>
    </w:p>
    <w:p w:rsidR="007A2ACD" w:rsidRDefault="007A2ACD">
      <w:pPr>
        <w:spacing w:after="0" w:line="264" w:lineRule="auto"/>
        <w:ind w:firstLine="600"/>
        <w:jc w:val="both"/>
      </w:pPr>
      <w:r>
        <w:rPr>
          <w:rFonts w:ascii="Times New Roman" w:hAnsi="Times New Roman"/>
          <w:color w:val="000000"/>
          <w:sz w:val="28"/>
        </w:rPr>
        <w:t>Природа: дикие и домашние животные. Погода.</w:t>
      </w:r>
    </w:p>
    <w:p w:rsidR="007A2ACD" w:rsidRDefault="007A2ACD">
      <w:pPr>
        <w:spacing w:after="0" w:line="264" w:lineRule="auto"/>
        <w:ind w:firstLine="600"/>
        <w:jc w:val="both"/>
      </w:pPr>
      <w:r>
        <w:rPr>
          <w:rFonts w:ascii="Times New Roman" w:hAnsi="Times New Roman"/>
          <w:color w:val="000000"/>
          <w:sz w:val="28"/>
        </w:rPr>
        <w:t>Родной город (село). Транспорт.</w:t>
      </w:r>
    </w:p>
    <w:p w:rsidR="007A2ACD" w:rsidRDefault="007A2ACD">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A2ACD" w:rsidRDefault="007A2ACD">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7A2ACD" w:rsidRDefault="007A2ACD">
      <w:pPr>
        <w:spacing w:after="0" w:line="264" w:lineRule="auto"/>
        <w:ind w:firstLine="600"/>
        <w:jc w:val="both"/>
      </w:pPr>
      <w:r>
        <w:rPr>
          <w:rFonts w:ascii="Times New Roman" w:hAnsi="Times New Roman"/>
          <w:i/>
          <w:color w:val="000000"/>
          <w:sz w:val="28"/>
        </w:rPr>
        <w:t>Говорение</w:t>
      </w:r>
    </w:p>
    <w:p w:rsidR="007A2ACD" w:rsidRDefault="007A2ACD">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7A2ACD" w:rsidRDefault="007A2ACD">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ACD" w:rsidRDefault="007A2AC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A2ACD" w:rsidRDefault="007A2AC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7A2ACD" w:rsidRDefault="007A2ACD">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7A2ACD" w:rsidRDefault="007A2ACD">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A2ACD" w:rsidRDefault="007A2ACD">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A2ACD" w:rsidRDefault="007A2ACD">
      <w:pPr>
        <w:spacing w:after="0" w:line="264" w:lineRule="auto"/>
        <w:ind w:firstLine="600"/>
        <w:jc w:val="both"/>
      </w:pPr>
      <w:r>
        <w:rPr>
          <w:rFonts w:ascii="Times New Roman" w:hAnsi="Times New Roman"/>
          <w:color w:val="000000"/>
          <w:sz w:val="28"/>
        </w:rPr>
        <w:t>повествование (сообщение);</w:t>
      </w:r>
    </w:p>
    <w:p w:rsidR="007A2ACD" w:rsidRDefault="007A2AC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7A2ACD" w:rsidRDefault="007A2ACD">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A2ACD" w:rsidRDefault="007A2AC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A2ACD" w:rsidRDefault="007A2ACD">
      <w:pPr>
        <w:spacing w:after="0" w:line="264" w:lineRule="auto"/>
        <w:ind w:firstLine="600"/>
        <w:jc w:val="both"/>
      </w:pPr>
      <w:r>
        <w:rPr>
          <w:rFonts w:ascii="Times New Roman" w:hAnsi="Times New Roman"/>
          <w:color w:val="000000"/>
          <w:sz w:val="28"/>
        </w:rPr>
        <w:t>Объём монологического высказывания – 5–6 фраз.</w:t>
      </w:r>
    </w:p>
    <w:p w:rsidR="007A2ACD" w:rsidRDefault="007A2ACD">
      <w:pPr>
        <w:spacing w:after="0" w:line="264" w:lineRule="auto"/>
        <w:ind w:firstLine="600"/>
        <w:jc w:val="both"/>
      </w:pPr>
      <w:r>
        <w:rPr>
          <w:rFonts w:ascii="Times New Roman" w:hAnsi="Times New Roman"/>
          <w:i/>
          <w:color w:val="000000"/>
          <w:sz w:val="28"/>
        </w:rPr>
        <w:t>Аудирование</w:t>
      </w:r>
    </w:p>
    <w:p w:rsidR="007A2ACD" w:rsidRDefault="007A2ACD">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7A2ACD" w:rsidRDefault="007A2AC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7A2ACD" w:rsidRDefault="007A2ACD">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A2ACD" w:rsidRDefault="007A2AC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ACD" w:rsidRDefault="007A2ACD">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rsidR="007A2ACD" w:rsidRDefault="007A2ACD">
      <w:pPr>
        <w:spacing w:after="0" w:line="264" w:lineRule="auto"/>
        <w:ind w:firstLine="600"/>
        <w:jc w:val="both"/>
      </w:pPr>
      <w:r>
        <w:rPr>
          <w:rFonts w:ascii="Times New Roman" w:hAnsi="Times New Roman"/>
          <w:i/>
          <w:color w:val="000000"/>
          <w:sz w:val="28"/>
        </w:rPr>
        <w:t>Смысловое чтение</w:t>
      </w:r>
    </w:p>
    <w:p w:rsidR="007A2ACD" w:rsidRDefault="007A2ACD">
      <w:pPr>
        <w:spacing w:after="0" w:line="264" w:lineRule="auto"/>
        <w:ind w:firstLine="600"/>
        <w:jc w:val="both"/>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ACD" w:rsidRDefault="007A2AC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A2ACD" w:rsidRDefault="007A2ACD">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7A2ACD" w:rsidRDefault="007A2ACD">
      <w:pPr>
        <w:spacing w:after="0" w:line="264" w:lineRule="auto"/>
        <w:ind w:firstLine="600"/>
        <w:jc w:val="both"/>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A2ACD" w:rsidRDefault="007A2ACD">
      <w:pPr>
        <w:spacing w:after="0" w:line="264" w:lineRule="auto"/>
        <w:ind w:firstLine="600"/>
        <w:jc w:val="both"/>
      </w:pPr>
      <w:r>
        <w:rPr>
          <w:rFonts w:ascii="Times New Roman" w:hAnsi="Times New Roman"/>
          <w:color w:val="000000"/>
          <w:sz w:val="28"/>
        </w:rPr>
        <w:t>Объём текста (текстов) для чтения – 180–200 слов.</w:t>
      </w:r>
    </w:p>
    <w:p w:rsidR="007A2ACD" w:rsidRDefault="007A2ACD">
      <w:pPr>
        <w:spacing w:after="0" w:line="264" w:lineRule="auto"/>
        <w:ind w:firstLine="600"/>
        <w:jc w:val="both"/>
      </w:pPr>
      <w:r>
        <w:rPr>
          <w:rFonts w:ascii="Times New Roman" w:hAnsi="Times New Roman"/>
          <w:i/>
          <w:color w:val="000000"/>
          <w:sz w:val="28"/>
        </w:rPr>
        <w:t>Письменная речь</w:t>
      </w:r>
    </w:p>
    <w:p w:rsidR="007A2ACD" w:rsidRDefault="007A2ACD">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7A2ACD" w:rsidRDefault="007A2ACD">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A2ACD" w:rsidRDefault="007A2ACD">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rsidR="007A2ACD" w:rsidRDefault="007A2AC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A2ACD" w:rsidRDefault="007A2ACD">
      <w:pPr>
        <w:spacing w:after="0" w:line="264" w:lineRule="auto"/>
        <w:ind w:firstLine="600"/>
        <w:jc w:val="both"/>
      </w:pPr>
      <w:r>
        <w:rPr>
          <w:rFonts w:ascii="Times New Roman" w:hAnsi="Times New Roman"/>
          <w:b/>
          <w:color w:val="000000"/>
          <w:sz w:val="28"/>
        </w:rPr>
        <w:t>Языковые знания и умения</w:t>
      </w:r>
    </w:p>
    <w:p w:rsidR="007A2ACD" w:rsidRDefault="007A2ACD">
      <w:pPr>
        <w:spacing w:after="0" w:line="264" w:lineRule="auto"/>
        <w:ind w:firstLine="600"/>
        <w:jc w:val="both"/>
      </w:pPr>
      <w:r>
        <w:rPr>
          <w:rFonts w:ascii="Times New Roman" w:hAnsi="Times New Roman"/>
          <w:i/>
          <w:color w:val="000000"/>
          <w:sz w:val="28"/>
        </w:rPr>
        <w:t>Фонетическая сторона речи</w:t>
      </w:r>
    </w:p>
    <w:p w:rsidR="007A2ACD" w:rsidRDefault="007A2ACD">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ACD" w:rsidRDefault="007A2ACD">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Объём текста для чтения вслух – до 90 слов.</w:t>
      </w:r>
    </w:p>
    <w:p w:rsidR="007A2ACD" w:rsidRDefault="007A2ACD">
      <w:pPr>
        <w:spacing w:after="0" w:line="264" w:lineRule="auto"/>
        <w:ind w:firstLine="600"/>
        <w:jc w:val="both"/>
      </w:pPr>
      <w:r>
        <w:rPr>
          <w:rFonts w:ascii="Times New Roman" w:hAnsi="Times New Roman"/>
          <w:i/>
          <w:color w:val="000000"/>
          <w:sz w:val="28"/>
        </w:rPr>
        <w:t>Графика, орфография и пунктуация</w:t>
      </w:r>
    </w:p>
    <w:p w:rsidR="007A2ACD" w:rsidRDefault="007A2ACD">
      <w:pPr>
        <w:spacing w:after="0" w:line="264" w:lineRule="auto"/>
        <w:ind w:firstLine="600"/>
        <w:jc w:val="both"/>
      </w:pPr>
      <w:r>
        <w:rPr>
          <w:rFonts w:ascii="Times New Roman" w:hAnsi="Times New Roman"/>
          <w:color w:val="000000"/>
          <w:sz w:val="28"/>
        </w:rPr>
        <w:t>Правильное написание изученных слов.</w:t>
      </w:r>
    </w:p>
    <w:p w:rsidR="007A2ACD" w:rsidRDefault="007A2ACD">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A2ACD" w:rsidRDefault="007A2ACD">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ACD" w:rsidRDefault="007A2ACD">
      <w:pPr>
        <w:spacing w:after="0" w:line="264" w:lineRule="auto"/>
        <w:ind w:firstLine="600"/>
        <w:jc w:val="both"/>
      </w:pPr>
      <w:r>
        <w:rPr>
          <w:rFonts w:ascii="Times New Roman" w:hAnsi="Times New Roman"/>
          <w:i/>
          <w:color w:val="000000"/>
          <w:sz w:val="28"/>
        </w:rPr>
        <w:t>Лексическая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A2ACD" w:rsidRDefault="007A2ACD">
      <w:pPr>
        <w:spacing w:after="0" w:line="264" w:lineRule="auto"/>
        <w:ind w:firstLine="600"/>
        <w:jc w:val="both"/>
      </w:pPr>
      <w:r>
        <w:rPr>
          <w:rFonts w:ascii="Times New Roman" w:hAnsi="Times New Roman"/>
          <w:color w:val="000000"/>
          <w:sz w:val="28"/>
        </w:rPr>
        <w:t>Основные способы словообразования:</w:t>
      </w:r>
    </w:p>
    <w:p w:rsidR="007A2ACD" w:rsidRDefault="007A2ACD">
      <w:pPr>
        <w:spacing w:after="0" w:line="264" w:lineRule="auto"/>
        <w:ind w:firstLine="600"/>
        <w:jc w:val="both"/>
      </w:pPr>
      <w:r>
        <w:rPr>
          <w:rFonts w:ascii="Times New Roman" w:hAnsi="Times New Roman"/>
          <w:color w:val="000000"/>
          <w:sz w:val="28"/>
        </w:rPr>
        <w:t>аффиксация:</w:t>
      </w:r>
    </w:p>
    <w:p w:rsidR="007A2ACD" w:rsidRDefault="007A2ACD">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rsidR="007A2ACD" w:rsidRDefault="007A2ACD">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rsidR="007A2ACD" w:rsidRDefault="007A2ACD">
      <w:pPr>
        <w:spacing w:after="0" w:line="264" w:lineRule="auto"/>
        <w:ind w:firstLine="600"/>
        <w:jc w:val="both"/>
      </w:pPr>
      <w:r>
        <w:rPr>
          <w:rFonts w:ascii="Times New Roman" w:hAnsi="Times New Roman"/>
          <w:color w:val="000000"/>
          <w:sz w:val="28"/>
        </w:rPr>
        <w:t>образование наречий при помощи суффикса -ly (recently);</w:t>
      </w:r>
    </w:p>
    <w:p w:rsidR="007A2ACD" w:rsidRDefault="007A2ACD">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rsidR="007A2ACD" w:rsidRDefault="007A2ACD">
      <w:pPr>
        <w:spacing w:after="0" w:line="264" w:lineRule="auto"/>
        <w:ind w:firstLine="600"/>
        <w:jc w:val="both"/>
      </w:pPr>
      <w:r>
        <w:rPr>
          <w:rFonts w:ascii="Times New Roman" w:hAnsi="Times New Roman"/>
          <w:i/>
          <w:color w:val="000000"/>
          <w:sz w:val="28"/>
        </w:rPr>
        <w:t>Грамматическая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A2ACD" w:rsidRDefault="007A2ACD">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7A2ACD" w:rsidRDefault="007A2ACD">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7A2ACD" w:rsidRDefault="007A2ACD">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A2ACD" w:rsidRDefault="007A2ACD">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7A2ACD" w:rsidRDefault="007A2ACD">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A2ACD" w:rsidRDefault="007A2ACD">
      <w:pPr>
        <w:spacing w:after="0" w:line="264" w:lineRule="auto"/>
        <w:ind w:firstLine="600"/>
        <w:jc w:val="both"/>
      </w:pPr>
      <w:r>
        <w:rPr>
          <w:rFonts w:ascii="Times New Roman" w:hAnsi="Times New Roman"/>
          <w:b/>
          <w:color w:val="000000"/>
          <w:sz w:val="28"/>
        </w:rPr>
        <w:t>Социокультурные знания и умения</w:t>
      </w:r>
    </w:p>
    <w:p w:rsidR="007A2ACD" w:rsidRDefault="007A2ACD">
      <w:pPr>
        <w:spacing w:after="0" w:line="264" w:lineRule="auto"/>
        <w:ind w:firstLine="600"/>
        <w:jc w:val="both"/>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A2ACD" w:rsidRDefault="007A2ACD">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A2ACD" w:rsidRDefault="007A2ACD">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A2ACD" w:rsidRDefault="007A2ACD">
      <w:pPr>
        <w:spacing w:after="0" w:line="264" w:lineRule="auto"/>
        <w:ind w:firstLine="600"/>
        <w:jc w:val="both"/>
      </w:pPr>
      <w:r>
        <w:rPr>
          <w:rFonts w:ascii="Times New Roman" w:hAnsi="Times New Roman"/>
          <w:color w:val="000000"/>
          <w:sz w:val="28"/>
        </w:rPr>
        <w:t>Формирование умений:</w:t>
      </w:r>
    </w:p>
    <w:p w:rsidR="007A2ACD" w:rsidRDefault="007A2ACD">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A2ACD" w:rsidRDefault="007A2ACD">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A2ACD" w:rsidRDefault="007A2ACD">
      <w:pPr>
        <w:spacing w:after="0" w:line="264" w:lineRule="auto"/>
        <w:ind w:firstLine="600"/>
        <w:jc w:val="both"/>
      </w:pPr>
      <w:r>
        <w:rPr>
          <w:rFonts w:ascii="Times New Roman" w:hAnsi="Times New Roman"/>
          <w:b/>
          <w:color w:val="000000"/>
          <w:sz w:val="28"/>
        </w:rPr>
        <w:t>Компенсаторные умения</w:t>
      </w:r>
    </w:p>
    <w:p w:rsidR="007A2ACD" w:rsidRDefault="007A2ACD">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rsidR="007A2ACD" w:rsidRDefault="007A2AC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A2ACD" w:rsidRDefault="007A2AC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6 КЛАСС</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b/>
          <w:color w:val="000000"/>
          <w:sz w:val="28"/>
        </w:rPr>
        <w:t>Коммуникативные умения</w:t>
      </w:r>
    </w:p>
    <w:p w:rsidR="007A2ACD" w:rsidRDefault="007A2AC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7A2ACD" w:rsidRDefault="007A2AC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A2ACD" w:rsidRDefault="007A2AC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7A2ACD" w:rsidRDefault="007A2AC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7A2ACD" w:rsidRDefault="007A2ACD">
      <w:pPr>
        <w:spacing w:after="0" w:line="264" w:lineRule="auto"/>
        <w:ind w:firstLine="600"/>
        <w:jc w:val="both"/>
      </w:pPr>
      <w:r>
        <w:rPr>
          <w:rFonts w:ascii="Times New Roman" w:hAnsi="Times New Roman"/>
          <w:color w:val="000000"/>
          <w:sz w:val="28"/>
        </w:rPr>
        <w:t>Покупки: одежда, обувь и продукты питания.</w:t>
      </w:r>
    </w:p>
    <w:p w:rsidR="007A2ACD" w:rsidRDefault="007A2ACD">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Каникулы в различное время года. Виды отдыха.</w:t>
      </w:r>
    </w:p>
    <w:p w:rsidR="007A2ACD" w:rsidRDefault="007A2ACD">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7A2ACD" w:rsidRDefault="007A2ACD">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7A2ACD" w:rsidRDefault="007A2ACD">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7A2ACD" w:rsidRDefault="007A2ACD">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ACD" w:rsidRDefault="007A2ACD">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7A2ACD" w:rsidRDefault="007A2ACD">
      <w:pPr>
        <w:spacing w:after="0" w:line="264" w:lineRule="auto"/>
        <w:ind w:firstLine="600"/>
        <w:jc w:val="both"/>
      </w:pPr>
      <w:r>
        <w:rPr>
          <w:rFonts w:ascii="Times New Roman" w:hAnsi="Times New Roman"/>
          <w:i/>
          <w:color w:val="000000"/>
          <w:sz w:val="28"/>
        </w:rPr>
        <w:t>Говорение</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7A2ACD" w:rsidRDefault="007A2ACD">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ACD" w:rsidRDefault="007A2AC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ACD" w:rsidRDefault="007A2AC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ACD" w:rsidRDefault="007A2ACD">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7A2ACD" w:rsidRDefault="007A2ACD">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A2ACD" w:rsidRDefault="007A2ACD">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A2ACD" w:rsidRDefault="007A2ACD">
      <w:pPr>
        <w:spacing w:after="0" w:line="264" w:lineRule="auto"/>
        <w:ind w:firstLine="600"/>
        <w:jc w:val="both"/>
      </w:pPr>
      <w:r>
        <w:rPr>
          <w:rFonts w:ascii="Times New Roman" w:hAnsi="Times New Roman"/>
          <w:color w:val="000000"/>
          <w:sz w:val="28"/>
        </w:rPr>
        <w:t>повествование (сообщение);</w:t>
      </w:r>
    </w:p>
    <w:p w:rsidR="007A2ACD" w:rsidRDefault="007A2AC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7A2ACD" w:rsidRDefault="007A2ACD">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A2ACD" w:rsidRDefault="007A2AC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A2ACD" w:rsidRDefault="007A2ACD">
      <w:pPr>
        <w:spacing w:after="0" w:line="264" w:lineRule="auto"/>
        <w:ind w:firstLine="600"/>
        <w:jc w:val="both"/>
      </w:pPr>
      <w:r>
        <w:rPr>
          <w:rFonts w:ascii="Times New Roman" w:hAnsi="Times New Roman"/>
          <w:color w:val="000000"/>
          <w:sz w:val="28"/>
        </w:rPr>
        <w:t>Объём монологического высказывания – 7–8 фраз.</w:t>
      </w:r>
    </w:p>
    <w:p w:rsidR="007A2ACD" w:rsidRDefault="007A2ACD">
      <w:pPr>
        <w:spacing w:after="0" w:line="264" w:lineRule="auto"/>
        <w:ind w:firstLine="600"/>
        <w:jc w:val="both"/>
      </w:pPr>
      <w:r>
        <w:rPr>
          <w:rFonts w:ascii="Times New Roman" w:hAnsi="Times New Roman"/>
          <w:i/>
          <w:color w:val="000000"/>
          <w:sz w:val="28"/>
        </w:rPr>
        <w:t>Аудирование</w:t>
      </w:r>
    </w:p>
    <w:p w:rsidR="007A2ACD" w:rsidRDefault="007A2AC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7A2ACD" w:rsidRDefault="007A2ACD">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ACD" w:rsidRDefault="007A2AC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ACD" w:rsidRDefault="007A2ACD">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7A2ACD" w:rsidRDefault="007A2ACD">
      <w:pPr>
        <w:spacing w:after="0" w:line="264" w:lineRule="auto"/>
        <w:ind w:firstLine="600"/>
        <w:jc w:val="both"/>
      </w:pPr>
      <w:r>
        <w:rPr>
          <w:rFonts w:ascii="Times New Roman" w:hAnsi="Times New Roman"/>
          <w:i/>
          <w:color w:val="000000"/>
          <w:sz w:val="28"/>
        </w:rPr>
        <w:t>Смысловое чтение</w:t>
      </w:r>
    </w:p>
    <w:p w:rsidR="007A2ACD" w:rsidRDefault="007A2ACD">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ACD" w:rsidRDefault="007A2AC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A2ACD" w:rsidRDefault="007A2ACD">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7A2ACD" w:rsidRDefault="007A2ACD">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A2ACD" w:rsidRDefault="007A2ACD">
      <w:pPr>
        <w:spacing w:after="0" w:line="264" w:lineRule="auto"/>
        <w:ind w:firstLine="600"/>
        <w:jc w:val="both"/>
      </w:pPr>
      <w:r>
        <w:rPr>
          <w:rFonts w:ascii="Times New Roman" w:hAnsi="Times New Roman"/>
          <w:color w:val="000000"/>
          <w:sz w:val="28"/>
        </w:rPr>
        <w:t>Объём текста (текстов) для чтения – 250–300 слов.</w:t>
      </w:r>
    </w:p>
    <w:p w:rsidR="007A2ACD" w:rsidRDefault="007A2ACD">
      <w:pPr>
        <w:spacing w:after="0" w:line="264" w:lineRule="auto"/>
        <w:ind w:firstLine="600"/>
        <w:jc w:val="both"/>
      </w:pPr>
      <w:r>
        <w:rPr>
          <w:rFonts w:ascii="Times New Roman" w:hAnsi="Times New Roman"/>
          <w:i/>
          <w:color w:val="000000"/>
          <w:sz w:val="28"/>
        </w:rPr>
        <w:t>Письменная речь</w:t>
      </w:r>
    </w:p>
    <w:p w:rsidR="007A2ACD" w:rsidRDefault="007A2ACD">
      <w:pPr>
        <w:spacing w:after="0" w:line="264" w:lineRule="auto"/>
        <w:ind w:firstLine="600"/>
        <w:jc w:val="both"/>
      </w:pPr>
      <w:r>
        <w:rPr>
          <w:rFonts w:ascii="Times New Roman" w:hAnsi="Times New Roman"/>
          <w:color w:val="000000"/>
          <w:sz w:val="28"/>
        </w:rPr>
        <w:t>Развитие умений письменной речи:</w:t>
      </w:r>
    </w:p>
    <w:p w:rsidR="007A2ACD" w:rsidRDefault="007A2ACD">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A2ACD" w:rsidRDefault="007A2AC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7A2ACD" w:rsidRDefault="007A2AC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A2ACD" w:rsidRDefault="007A2ACD">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7A2ACD" w:rsidRDefault="007A2ACD">
      <w:pPr>
        <w:spacing w:after="0" w:line="264" w:lineRule="auto"/>
        <w:ind w:firstLine="600"/>
        <w:jc w:val="both"/>
      </w:pPr>
      <w:r>
        <w:rPr>
          <w:rFonts w:ascii="Times New Roman" w:hAnsi="Times New Roman"/>
          <w:b/>
          <w:color w:val="000000"/>
          <w:sz w:val="28"/>
        </w:rPr>
        <w:t>Языковые знания и умения</w:t>
      </w:r>
    </w:p>
    <w:p w:rsidR="007A2ACD" w:rsidRDefault="007A2ACD">
      <w:pPr>
        <w:spacing w:after="0" w:line="264" w:lineRule="auto"/>
        <w:ind w:firstLine="600"/>
        <w:jc w:val="both"/>
      </w:pPr>
      <w:r>
        <w:rPr>
          <w:rFonts w:ascii="Times New Roman" w:hAnsi="Times New Roman"/>
          <w:i/>
          <w:color w:val="000000"/>
          <w:sz w:val="28"/>
        </w:rPr>
        <w:t>Фонетическая сторона речи</w:t>
      </w:r>
    </w:p>
    <w:p w:rsidR="007A2ACD" w:rsidRDefault="007A2ACD">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ACD" w:rsidRDefault="007A2ACD">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A2ACD" w:rsidRDefault="007A2ACD">
      <w:pPr>
        <w:spacing w:after="0" w:line="264" w:lineRule="auto"/>
        <w:ind w:firstLine="600"/>
        <w:jc w:val="both"/>
      </w:pPr>
      <w:r>
        <w:rPr>
          <w:rFonts w:ascii="Times New Roman" w:hAnsi="Times New Roman"/>
          <w:color w:val="000000"/>
          <w:sz w:val="28"/>
        </w:rPr>
        <w:t>Объём текста для чтения вслух – до 95 слов.</w:t>
      </w:r>
    </w:p>
    <w:p w:rsidR="007A2ACD" w:rsidRDefault="007A2ACD">
      <w:pPr>
        <w:spacing w:after="0" w:line="264" w:lineRule="auto"/>
        <w:ind w:firstLine="600"/>
        <w:jc w:val="both"/>
      </w:pPr>
      <w:r>
        <w:rPr>
          <w:rFonts w:ascii="Times New Roman" w:hAnsi="Times New Roman"/>
          <w:i/>
          <w:color w:val="000000"/>
          <w:sz w:val="28"/>
        </w:rPr>
        <w:t>Графика, орфография и пунктуация</w:t>
      </w:r>
    </w:p>
    <w:p w:rsidR="007A2ACD" w:rsidRDefault="007A2ACD">
      <w:pPr>
        <w:spacing w:after="0" w:line="264" w:lineRule="auto"/>
        <w:ind w:firstLine="600"/>
        <w:jc w:val="both"/>
      </w:pPr>
      <w:r>
        <w:rPr>
          <w:rFonts w:ascii="Times New Roman" w:hAnsi="Times New Roman"/>
          <w:color w:val="000000"/>
          <w:sz w:val="28"/>
        </w:rPr>
        <w:t>Правильное написание изученных слов.</w:t>
      </w:r>
    </w:p>
    <w:p w:rsidR="007A2ACD" w:rsidRDefault="007A2ACD">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A2ACD" w:rsidRDefault="007A2ACD">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ACD" w:rsidRDefault="007A2ACD">
      <w:pPr>
        <w:spacing w:after="0" w:line="264" w:lineRule="auto"/>
        <w:ind w:firstLine="600"/>
        <w:jc w:val="both"/>
      </w:pPr>
      <w:r>
        <w:rPr>
          <w:rFonts w:ascii="Times New Roman" w:hAnsi="Times New Roman"/>
          <w:i/>
          <w:color w:val="000000"/>
          <w:sz w:val="28"/>
        </w:rPr>
        <w:t>Лексическая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A2ACD" w:rsidRDefault="007A2ACD">
      <w:pPr>
        <w:spacing w:after="0" w:line="264" w:lineRule="auto"/>
        <w:ind w:firstLine="600"/>
        <w:jc w:val="both"/>
      </w:pPr>
      <w:r>
        <w:rPr>
          <w:rFonts w:ascii="Times New Roman" w:hAnsi="Times New Roman"/>
          <w:color w:val="000000"/>
          <w:sz w:val="28"/>
        </w:rPr>
        <w:t>Основные способы словообразования:</w:t>
      </w:r>
    </w:p>
    <w:p w:rsidR="007A2ACD" w:rsidRDefault="007A2ACD">
      <w:pPr>
        <w:spacing w:after="0" w:line="264" w:lineRule="auto"/>
        <w:ind w:firstLine="600"/>
        <w:jc w:val="both"/>
      </w:pPr>
      <w:r>
        <w:rPr>
          <w:rFonts w:ascii="Times New Roman" w:hAnsi="Times New Roman"/>
          <w:color w:val="000000"/>
          <w:sz w:val="28"/>
        </w:rPr>
        <w:t>аффиксация:</w:t>
      </w:r>
    </w:p>
    <w:p w:rsidR="007A2ACD" w:rsidRDefault="007A2ACD">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rsidR="007A2ACD" w:rsidRDefault="007A2ACD">
      <w:pPr>
        <w:spacing w:after="0" w:line="264" w:lineRule="auto"/>
        <w:ind w:firstLine="600"/>
        <w:jc w:val="both"/>
      </w:pPr>
      <w:r>
        <w:rPr>
          <w:rFonts w:ascii="Times New Roman" w:hAnsi="Times New Roman"/>
          <w:color w:val="000000"/>
          <w:sz w:val="28"/>
        </w:rPr>
        <w:t>образование имён прилагательных при помощи суффиксов -al (typical), -ing (amazing), -less (useless), -ive (impressive).</w:t>
      </w:r>
    </w:p>
    <w:p w:rsidR="007A2ACD" w:rsidRDefault="007A2ACD">
      <w:pPr>
        <w:spacing w:after="0" w:line="264" w:lineRule="auto"/>
        <w:ind w:firstLine="600"/>
        <w:jc w:val="both"/>
      </w:pPr>
      <w:r>
        <w:rPr>
          <w:rFonts w:ascii="Times New Roman" w:hAnsi="Times New Roman"/>
          <w:color w:val="000000"/>
          <w:sz w:val="28"/>
        </w:rPr>
        <w:t>Синонимы. Антонимы. Интернациональные слова.</w:t>
      </w:r>
    </w:p>
    <w:p w:rsidR="007A2ACD" w:rsidRDefault="007A2ACD">
      <w:pPr>
        <w:spacing w:after="0" w:line="264" w:lineRule="auto"/>
        <w:ind w:firstLine="600"/>
        <w:jc w:val="both"/>
      </w:pPr>
      <w:r>
        <w:rPr>
          <w:rFonts w:ascii="Times New Roman" w:hAnsi="Times New Roman"/>
          <w:i/>
          <w:color w:val="000000"/>
          <w:sz w:val="28"/>
        </w:rPr>
        <w:t>Грамматическая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A2ACD" w:rsidRDefault="007A2ACD">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7A2ACD" w:rsidRDefault="007A2ACD">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7A2ACD" w:rsidRDefault="007A2ACD">
      <w:pPr>
        <w:spacing w:after="0" w:line="264" w:lineRule="auto"/>
        <w:ind w:firstLine="600"/>
        <w:jc w:val="both"/>
      </w:pPr>
      <w:r>
        <w:rPr>
          <w:rFonts w:ascii="Times New Roman" w:hAnsi="Times New Roman"/>
          <w:color w:val="000000"/>
          <w:sz w:val="28"/>
        </w:rPr>
        <w:t>Предложения с конструкциями as … as, not so … as.</w:t>
      </w:r>
    </w:p>
    <w:p w:rsidR="007A2ACD" w:rsidRDefault="007A2ACD">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7A2ACD" w:rsidRDefault="007A2AC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7A2ACD" w:rsidRDefault="007A2ACD">
      <w:pPr>
        <w:spacing w:after="0" w:line="264" w:lineRule="auto"/>
        <w:ind w:firstLine="600"/>
        <w:jc w:val="both"/>
      </w:pPr>
      <w:r>
        <w:rPr>
          <w:rFonts w:ascii="Times New Roman" w:hAnsi="Times New Roman"/>
          <w:color w:val="000000"/>
          <w:sz w:val="28"/>
        </w:rPr>
        <w:t>Слова, выражающие количество (little/a little, few/a few).</w:t>
      </w:r>
    </w:p>
    <w:p w:rsidR="007A2ACD" w:rsidRDefault="007A2ACD">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7A2ACD" w:rsidRDefault="007A2ACD">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7A2ACD" w:rsidRDefault="007A2ACD">
      <w:pPr>
        <w:spacing w:after="0" w:line="264" w:lineRule="auto"/>
        <w:ind w:firstLine="600"/>
        <w:jc w:val="both"/>
      </w:pPr>
      <w:r>
        <w:rPr>
          <w:rFonts w:ascii="Times New Roman" w:hAnsi="Times New Roman"/>
          <w:b/>
          <w:color w:val="000000"/>
          <w:sz w:val="28"/>
        </w:rPr>
        <w:t>Социокультурные знания и умения</w:t>
      </w:r>
    </w:p>
    <w:p w:rsidR="007A2ACD" w:rsidRDefault="007A2ACD">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A2ACD" w:rsidRDefault="007A2ACD">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A2ACD" w:rsidRDefault="007A2ACD">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7A2ACD" w:rsidRDefault="007A2ACD">
      <w:pPr>
        <w:spacing w:after="0" w:line="264" w:lineRule="auto"/>
        <w:ind w:firstLine="600"/>
        <w:jc w:val="both"/>
      </w:pPr>
      <w:r>
        <w:rPr>
          <w:rFonts w:ascii="Times New Roman" w:hAnsi="Times New Roman"/>
          <w:color w:val="000000"/>
          <w:sz w:val="28"/>
        </w:rPr>
        <w:t>Развитие умений:</w:t>
      </w:r>
    </w:p>
    <w:p w:rsidR="007A2ACD" w:rsidRDefault="007A2ACD">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A2ACD" w:rsidRDefault="007A2ACD">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A2ACD" w:rsidRDefault="007A2ACD">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7A2ACD" w:rsidRDefault="007A2ACD">
      <w:pPr>
        <w:spacing w:after="0" w:line="264" w:lineRule="auto"/>
        <w:ind w:firstLine="600"/>
        <w:jc w:val="both"/>
      </w:pPr>
      <w:r>
        <w:rPr>
          <w:rFonts w:ascii="Times New Roman" w:hAnsi="Times New Roman"/>
          <w:b/>
          <w:color w:val="000000"/>
          <w:sz w:val="28"/>
        </w:rPr>
        <w:t>Компенсаторные умения</w:t>
      </w:r>
    </w:p>
    <w:p w:rsidR="007A2ACD" w:rsidRDefault="007A2ACD">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7A2ACD" w:rsidRDefault="007A2AC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A2ACD" w:rsidRDefault="007A2AC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ACD" w:rsidRDefault="007A2ACD">
      <w:pPr>
        <w:spacing w:after="0" w:line="264" w:lineRule="auto"/>
        <w:ind w:left="120"/>
        <w:jc w:val="both"/>
      </w:pPr>
      <w:r>
        <w:rPr>
          <w:rFonts w:ascii="Times New Roman" w:hAnsi="Times New Roman"/>
          <w:b/>
          <w:color w:val="000000"/>
          <w:sz w:val="28"/>
        </w:rPr>
        <w:t>7 КЛАСС</w:t>
      </w:r>
    </w:p>
    <w:p w:rsidR="007A2ACD" w:rsidRDefault="007A2ACD">
      <w:pPr>
        <w:spacing w:after="0" w:line="264" w:lineRule="auto"/>
        <w:ind w:firstLine="600"/>
        <w:jc w:val="both"/>
      </w:pPr>
      <w:r>
        <w:rPr>
          <w:rFonts w:ascii="Times New Roman" w:hAnsi="Times New Roman"/>
          <w:b/>
          <w:color w:val="000000"/>
          <w:sz w:val="28"/>
        </w:rPr>
        <w:t>Коммуникативные умения</w:t>
      </w:r>
    </w:p>
    <w:p w:rsidR="007A2ACD" w:rsidRDefault="007A2AC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7A2ACD" w:rsidRDefault="007A2AC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A2ACD" w:rsidRDefault="007A2AC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7A2ACD" w:rsidRDefault="007A2AC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7A2ACD" w:rsidRDefault="007A2ACD">
      <w:pPr>
        <w:spacing w:after="0" w:line="264" w:lineRule="auto"/>
        <w:ind w:firstLine="600"/>
        <w:jc w:val="both"/>
      </w:pPr>
      <w:r>
        <w:rPr>
          <w:rFonts w:ascii="Times New Roman" w:hAnsi="Times New Roman"/>
          <w:color w:val="000000"/>
          <w:sz w:val="28"/>
        </w:rPr>
        <w:t>Покупки: одежда, обувь и продукты питания.</w:t>
      </w:r>
    </w:p>
    <w:p w:rsidR="007A2ACD" w:rsidRDefault="007A2ACD">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7A2ACD" w:rsidRDefault="007A2ACD">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7A2ACD" w:rsidRDefault="007A2ACD">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7A2ACD" w:rsidRDefault="007A2ACD">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7A2ACD" w:rsidRDefault="007A2ACD">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ACD" w:rsidRDefault="007A2ACD">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7A2ACD" w:rsidRDefault="007A2ACD">
      <w:pPr>
        <w:spacing w:after="0" w:line="264" w:lineRule="auto"/>
        <w:ind w:firstLine="600"/>
        <w:jc w:val="both"/>
      </w:pPr>
      <w:r>
        <w:rPr>
          <w:rFonts w:ascii="Times New Roman" w:hAnsi="Times New Roman"/>
          <w:i/>
          <w:color w:val="000000"/>
          <w:sz w:val="28"/>
        </w:rPr>
        <w:t>Говорение</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A2ACD" w:rsidRDefault="007A2ACD">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ACD" w:rsidRDefault="007A2AC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ACD" w:rsidRDefault="007A2AC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ACD" w:rsidRDefault="007A2ACD">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7A2ACD" w:rsidRDefault="007A2ACD">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A2ACD" w:rsidRDefault="007A2ACD">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ACD" w:rsidRDefault="007A2ACD">
      <w:pPr>
        <w:spacing w:after="0" w:line="264" w:lineRule="auto"/>
        <w:ind w:firstLine="600"/>
        <w:jc w:val="both"/>
      </w:pPr>
      <w:r>
        <w:rPr>
          <w:rFonts w:ascii="Times New Roman" w:hAnsi="Times New Roman"/>
          <w:color w:val="000000"/>
          <w:sz w:val="28"/>
        </w:rPr>
        <w:t>повествование (сообщение);</w:t>
      </w:r>
    </w:p>
    <w:p w:rsidR="007A2ACD" w:rsidRDefault="007A2AC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7A2ACD" w:rsidRDefault="007A2ACD">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A2ACD" w:rsidRDefault="007A2AC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A2ACD" w:rsidRDefault="007A2ACD">
      <w:pPr>
        <w:spacing w:after="0" w:line="264" w:lineRule="auto"/>
        <w:ind w:firstLine="600"/>
        <w:jc w:val="both"/>
      </w:pPr>
      <w:r>
        <w:rPr>
          <w:rFonts w:ascii="Times New Roman" w:hAnsi="Times New Roman"/>
          <w:color w:val="000000"/>
          <w:sz w:val="28"/>
        </w:rPr>
        <w:t>Объём монологического высказывания – 8–9 фраз.</w:t>
      </w:r>
    </w:p>
    <w:p w:rsidR="007A2ACD" w:rsidRDefault="007A2ACD">
      <w:pPr>
        <w:spacing w:after="0" w:line="264" w:lineRule="auto"/>
        <w:ind w:firstLine="600"/>
        <w:jc w:val="both"/>
      </w:pPr>
      <w:r>
        <w:rPr>
          <w:rFonts w:ascii="Times New Roman" w:hAnsi="Times New Roman"/>
          <w:i/>
          <w:color w:val="000000"/>
          <w:sz w:val="28"/>
        </w:rPr>
        <w:t>Аудирование</w:t>
      </w:r>
    </w:p>
    <w:p w:rsidR="007A2ACD" w:rsidRDefault="007A2AC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7A2ACD" w:rsidRDefault="007A2ACD">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ACD" w:rsidRDefault="007A2AC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ACD" w:rsidRDefault="007A2ACD">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7A2ACD" w:rsidRDefault="007A2ACD">
      <w:pPr>
        <w:spacing w:after="0" w:line="264" w:lineRule="auto"/>
        <w:ind w:firstLine="600"/>
        <w:jc w:val="both"/>
      </w:pPr>
      <w:r>
        <w:rPr>
          <w:rFonts w:ascii="Times New Roman" w:hAnsi="Times New Roman"/>
          <w:i/>
          <w:color w:val="000000"/>
          <w:sz w:val="28"/>
        </w:rPr>
        <w:t>Смысловое чтение</w:t>
      </w:r>
    </w:p>
    <w:p w:rsidR="007A2ACD" w:rsidRDefault="007A2ACD">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A2ACD" w:rsidRDefault="007A2AC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A2ACD" w:rsidRDefault="007A2ACD">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A2ACD" w:rsidRDefault="007A2ACD">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7A2ACD" w:rsidRDefault="007A2ACD">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7A2ACD" w:rsidRDefault="007A2ACD">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A2ACD" w:rsidRDefault="007A2ACD">
      <w:pPr>
        <w:spacing w:after="0" w:line="264" w:lineRule="auto"/>
        <w:ind w:firstLine="600"/>
        <w:jc w:val="both"/>
      </w:pPr>
      <w:r>
        <w:rPr>
          <w:rFonts w:ascii="Times New Roman" w:hAnsi="Times New Roman"/>
          <w:color w:val="000000"/>
          <w:sz w:val="28"/>
        </w:rPr>
        <w:t>Объём текста (текстов) для чтения – до 350 слов.</w:t>
      </w:r>
    </w:p>
    <w:p w:rsidR="007A2ACD" w:rsidRDefault="007A2ACD">
      <w:pPr>
        <w:spacing w:after="0" w:line="264" w:lineRule="auto"/>
        <w:ind w:firstLine="600"/>
        <w:jc w:val="both"/>
      </w:pPr>
      <w:r>
        <w:rPr>
          <w:rFonts w:ascii="Times New Roman" w:hAnsi="Times New Roman"/>
          <w:i/>
          <w:color w:val="000000"/>
          <w:sz w:val="28"/>
        </w:rPr>
        <w:t>Письменная речь</w:t>
      </w:r>
    </w:p>
    <w:p w:rsidR="007A2ACD" w:rsidRDefault="007A2ACD">
      <w:pPr>
        <w:spacing w:after="0" w:line="264" w:lineRule="auto"/>
        <w:ind w:firstLine="600"/>
        <w:jc w:val="both"/>
      </w:pPr>
      <w:r>
        <w:rPr>
          <w:rFonts w:ascii="Times New Roman" w:hAnsi="Times New Roman"/>
          <w:color w:val="000000"/>
          <w:sz w:val="28"/>
        </w:rPr>
        <w:t>Развитие умений письменной речи:</w:t>
      </w:r>
    </w:p>
    <w:p w:rsidR="007A2ACD" w:rsidRDefault="007A2ACD">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A2ACD" w:rsidRDefault="007A2AC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A2ACD" w:rsidRDefault="007A2ACD">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7A2ACD" w:rsidRDefault="007A2ACD">
      <w:pPr>
        <w:spacing w:after="0" w:line="264" w:lineRule="auto"/>
        <w:ind w:firstLine="600"/>
        <w:jc w:val="both"/>
      </w:pPr>
      <w:r>
        <w:rPr>
          <w:rFonts w:ascii="Times New Roman" w:hAnsi="Times New Roman"/>
          <w:b/>
          <w:color w:val="000000"/>
          <w:sz w:val="28"/>
        </w:rPr>
        <w:t>Языковые знания и умения</w:t>
      </w:r>
    </w:p>
    <w:p w:rsidR="007A2ACD" w:rsidRDefault="007A2ACD">
      <w:pPr>
        <w:spacing w:after="0" w:line="264" w:lineRule="auto"/>
        <w:ind w:firstLine="600"/>
        <w:jc w:val="both"/>
      </w:pPr>
      <w:r>
        <w:rPr>
          <w:rFonts w:ascii="Times New Roman" w:hAnsi="Times New Roman"/>
          <w:i/>
          <w:color w:val="000000"/>
          <w:sz w:val="28"/>
        </w:rPr>
        <w:t>Фонетическая сторона речи</w:t>
      </w:r>
    </w:p>
    <w:p w:rsidR="007A2ACD" w:rsidRDefault="007A2ACD">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ACD" w:rsidRDefault="007A2ACD">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7A2ACD" w:rsidRDefault="007A2ACD">
      <w:pPr>
        <w:spacing w:after="0" w:line="264" w:lineRule="auto"/>
        <w:ind w:firstLine="600"/>
        <w:jc w:val="both"/>
      </w:pPr>
      <w:r>
        <w:rPr>
          <w:rFonts w:ascii="Times New Roman" w:hAnsi="Times New Roman"/>
          <w:color w:val="000000"/>
          <w:sz w:val="28"/>
        </w:rPr>
        <w:t>Объём текста для чтения вслух – до 100 слов.</w:t>
      </w:r>
    </w:p>
    <w:p w:rsidR="007A2ACD" w:rsidRDefault="007A2ACD">
      <w:pPr>
        <w:spacing w:after="0" w:line="264" w:lineRule="auto"/>
        <w:ind w:firstLine="600"/>
        <w:jc w:val="both"/>
      </w:pPr>
      <w:r>
        <w:rPr>
          <w:rFonts w:ascii="Times New Roman" w:hAnsi="Times New Roman"/>
          <w:i/>
          <w:color w:val="000000"/>
          <w:sz w:val="28"/>
        </w:rPr>
        <w:t>Графика, орфография и пунктуация</w:t>
      </w:r>
    </w:p>
    <w:p w:rsidR="007A2ACD" w:rsidRDefault="007A2ACD">
      <w:pPr>
        <w:spacing w:after="0" w:line="264" w:lineRule="auto"/>
        <w:ind w:firstLine="600"/>
        <w:jc w:val="both"/>
      </w:pPr>
      <w:r>
        <w:rPr>
          <w:rFonts w:ascii="Times New Roman" w:hAnsi="Times New Roman"/>
          <w:color w:val="000000"/>
          <w:sz w:val="28"/>
        </w:rPr>
        <w:t>Правильное написание изученных слов.</w:t>
      </w:r>
    </w:p>
    <w:p w:rsidR="007A2ACD" w:rsidRDefault="007A2ACD">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A2ACD" w:rsidRDefault="007A2ACD">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ACD" w:rsidRDefault="007A2ACD">
      <w:pPr>
        <w:spacing w:after="0" w:line="264" w:lineRule="auto"/>
        <w:ind w:firstLine="600"/>
        <w:jc w:val="both"/>
      </w:pPr>
      <w:r>
        <w:rPr>
          <w:rFonts w:ascii="Times New Roman" w:hAnsi="Times New Roman"/>
          <w:i/>
          <w:color w:val="000000"/>
          <w:sz w:val="28"/>
        </w:rPr>
        <w:t>Лексическая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A2ACD" w:rsidRDefault="007A2ACD">
      <w:pPr>
        <w:spacing w:after="0" w:line="264" w:lineRule="auto"/>
        <w:ind w:firstLine="600"/>
        <w:jc w:val="both"/>
      </w:pPr>
      <w:r>
        <w:rPr>
          <w:rFonts w:ascii="Times New Roman" w:hAnsi="Times New Roman"/>
          <w:color w:val="000000"/>
          <w:sz w:val="28"/>
        </w:rPr>
        <w:t>Основные способы словообразования:</w:t>
      </w:r>
    </w:p>
    <w:p w:rsidR="007A2ACD" w:rsidRDefault="007A2ACD">
      <w:pPr>
        <w:spacing w:after="0" w:line="264" w:lineRule="auto"/>
        <w:ind w:firstLine="600"/>
        <w:jc w:val="both"/>
      </w:pPr>
      <w:r>
        <w:rPr>
          <w:rFonts w:ascii="Times New Roman" w:hAnsi="Times New Roman"/>
          <w:color w:val="000000"/>
          <w:sz w:val="28"/>
        </w:rPr>
        <w:t>аффиксация:</w:t>
      </w:r>
    </w:p>
    <w:p w:rsidR="007A2ACD" w:rsidRDefault="007A2ACD">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7A2ACD" w:rsidRDefault="007A2ACD">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7A2ACD" w:rsidRDefault="007A2ACD">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7A2ACD" w:rsidRDefault="007A2ACD">
      <w:pPr>
        <w:spacing w:after="0" w:line="264" w:lineRule="auto"/>
        <w:ind w:firstLine="600"/>
        <w:jc w:val="both"/>
      </w:pPr>
      <w:r>
        <w:rPr>
          <w:rFonts w:ascii="Times New Roman" w:hAnsi="Times New Roman"/>
          <w:color w:val="000000"/>
          <w:sz w:val="28"/>
        </w:rPr>
        <w:t>словосложение:</w:t>
      </w:r>
    </w:p>
    <w:p w:rsidR="007A2ACD" w:rsidRDefault="007A2ACD">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rsidR="007A2ACD" w:rsidRDefault="007A2ACD">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7A2ACD" w:rsidRDefault="007A2ACD">
      <w:pPr>
        <w:spacing w:after="0" w:line="264" w:lineRule="auto"/>
        <w:ind w:firstLine="600"/>
        <w:jc w:val="both"/>
      </w:pPr>
      <w:r>
        <w:rPr>
          <w:rFonts w:ascii="Times New Roman" w:hAnsi="Times New Roman"/>
          <w:i/>
          <w:color w:val="000000"/>
          <w:sz w:val="28"/>
        </w:rPr>
        <w:t>Грамматическая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7A2ACD" w:rsidRDefault="007A2ACD">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7A2ACD" w:rsidRDefault="007A2ACD">
      <w:pPr>
        <w:spacing w:after="0" w:line="264" w:lineRule="auto"/>
        <w:ind w:firstLine="600"/>
        <w:jc w:val="both"/>
      </w:pPr>
      <w:r>
        <w:rPr>
          <w:rFonts w:ascii="Times New Roman" w:hAnsi="Times New Roman"/>
          <w:color w:val="000000"/>
          <w:sz w:val="28"/>
        </w:rPr>
        <w:t>Конструкция used to + инфинитив глагола.</w:t>
      </w:r>
    </w:p>
    <w:p w:rsidR="007A2ACD" w:rsidRDefault="007A2ACD">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7A2ACD" w:rsidRDefault="007A2ACD">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7A2ACD" w:rsidRDefault="007A2ACD">
      <w:pPr>
        <w:spacing w:after="0" w:line="264" w:lineRule="auto"/>
        <w:ind w:firstLine="600"/>
        <w:jc w:val="both"/>
      </w:pPr>
      <w:r>
        <w:rPr>
          <w:rFonts w:ascii="Times New Roman" w:hAnsi="Times New Roman"/>
          <w:color w:val="000000"/>
          <w:sz w:val="28"/>
        </w:rPr>
        <w:t>Модальный глагол might.</w:t>
      </w:r>
    </w:p>
    <w:p w:rsidR="007A2ACD" w:rsidRDefault="007A2ACD">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7A2ACD" w:rsidRDefault="007A2ACD">
      <w:pPr>
        <w:spacing w:after="0" w:line="264" w:lineRule="auto"/>
        <w:ind w:firstLine="600"/>
        <w:jc w:val="both"/>
      </w:pPr>
      <w:r>
        <w:rPr>
          <w:rFonts w:ascii="Times New Roman" w:hAnsi="Times New Roman"/>
          <w:color w:val="000000"/>
          <w:sz w:val="28"/>
        </w:rPr>
        <w:t>Местоимения other/another, both, all, one.</w:t>
      </w:r>
    </w:p>
    <w:p w:rsidR="007A2ACD" w:rsidRDefault="007A2ACD">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7A2ACD" w:rsidRDefault="007A2ACD">
      <w:pPr>
        <w:spacing w:after="0" w:line="264" w:lineRule="auto"/>
        <w:ind w:firstLine="600"/>
        <w:jc w:val="both"/>
      </w:pPr>
      <w:r>
        <w:rPr>
          <w:rFonts w:ascii="Times New Roman" w:hAnsi="Times New Roman"/>
          <w:b/>
          <w:color w:val="000000"/>
          <w:sz w:val="28"/>
        </w:rPr>
        <w:t>Социокультурные знания и умения</w:t>
      </w:r>
    </w:p>
    <w:p w:rsidR="007A2ACD" w:rsidRDefault="007A2ACD">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A2ACD" w:rsidRDefault="007A2ACD">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A2ACD" w:rsidRDefault="007A2ACD">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A2ACD" w:rsidRDefault="007A2ACD">
      <w:pPr>
        <w:spacing w:after="0" w:line="264" w:lineRule="auto"/>
        <w:ind w:firstLine="600"/>
        <w:jc w:val="both"/>
      </w:pPr>
      <w:r>
        <w:rPr>
          <w:rFonts w:ascii="Times New Roman" w:hAnsi="Times New Roman"/>
          <w:color w:val="000000"/>
          <w:sz w:val="28"/>
        </w:rPr>
        <w:t>Развитие умений:</w:t>
      </w:r>
    </w:p>
    <w:p w:rsidR="007A2ACD" w:rsidRDefault="007A2ACD">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A2ACD" w:rsidRDefault="007A2ACD">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7A2ACD" w:rsidRDefault="007A2ACD">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A2ACD" w:rsidRDefault="007A2ACD">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7A2ACD" w:rsidRDefault="007A2ACD">
      <w:pPr>
        <w:spacing w:after="0" w:line="264" w:lineRule="auto"/>
        <w:ind w:firstLine="600"/>
        <w:jc w:val="both"/>
      </w:pPr>
      <w:r>
        <w:rPr>
          <w:rFonts w:ascii="Times New Roman" w:hAnsi="Times New Roman"/>
          <w:b/>
          <w:color w:val="000000"/>
          <w:sz w:val="28"/>
        </w:rPr>
        <w:t>Компенсаторные умения</w:t>
      </w:r>
    </w:p>
    <w:p w:rsidR="007A2ACD" w:rsidRDefault="007A2ACD">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A2ACD" w:rsidRDefault="007A2ACD">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7A2ACD" w:rsidRDefault="007A2AC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A2ACD" w:rsidRDefault="007A2AC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8 КЛАСС</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b/>
          <w:color w:val="000000"/>
          <w:sz w:val="28"/>
        </w:rPr>
        <w:t>Коммуникативные умения</w:t>
      </w:r>
    </w:p>
    <w:p w:rsidR="007A2ACD" w:rsidRDefault="007A2AC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Взаимоотношения в семье и с друзьями.</w:t>
      </w:r>
    </w:p>
    <w:p w:rsidR="007A2ACD" w:rsidRDefault="007A2AC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A2ACD" w:rsidRDefault="007A2AC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7A2ACD" w:rsidRDefault="007A2AC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7A2ACD" w:rsidRDefault="007A2ACD">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7A2ACD" w:rsidRDefault="007A2ACD">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7A2ACD" w:rsidRDefault="007A2ACD">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7A2ACD" w:rsidRDefault="007A2ACD">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7A2ACD" w:rsidRDefault="007A2ACD">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ACD" w:rsidRDefault="007A2ACD">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7A2ACD" w:rsidRDefault="007A2ACD">
      <w:pPr>
        <w:spacing w:after="0" w:line="264" w:lineRule="auto"/>
        <w:ind w:firstLine="600"/>
        <w:jc w:val="both"/>
      </w:pPr>
      <w:r>
        <w:rPr>
          <w:rFonts w:ascii="Times New Roman" w:hAnsi="Times New Roman"/>
          <w:i/>
          <w:color w:val="000000"/>
          <w:sz w:val="28"/>
        </w:rPr>
        <w:t>Говорение</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A2ACD" w:rsidRDefault="007A2ACD">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ACD" w:rsidRDefault="007A2AC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ACD" w:rsidRDefault="007A2AC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ACD" w:rsidRDefault="007A2ACD">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7A2ACD" w:rsidRDefault="007A2ACD">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A2ACD" w:rsidRDefault="007A2ACD">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ACD" w:rsidRDefault="007A2ACD">
      <w:pPr>
        <w:spacing w:after="0" w:line="264" w:lineRule="auto"/>
        <w:ind w:firstLine="600"/>
        <w:jc w:val="both"/>
      </w:pPr>
      <w:r>
        <w:rPr>
          <w:rFonts w:ascii="Times New Roman" w:hAnsi="Times New Roman"/>
          <w:color w:val="000000"/>
          <w:sz w:val="28"/>
        </w:rPr>
        <w:t>повествование (сообщение);</w:t>
      </w:r>
    </w:p>
    <w:p w:rsidR="007A2ACD" w:rsidRDefault="007A2ACD">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7A2ACD" w:rsidRDefault="007A2AC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7A2ACD" w:rsidRDefault="007A2ACD">
      <w:pPr>
        <w:spacing w:after="0" w:line="264" w:lineRule="auto"/>
        <w:ind w:firstLine="600"/>
        <w:jc w:val="both"/>
      </w:pPr>
      <w:r>
        <w:rPr>
          <w:rFonts w:ascii="Times New Roman" w:hAnsi="Times New Roman"/>
          <w:color w:val="000000"/>
          <w:sz w:val="28"/>
        </w:rPr>
        <w:t>составление рассказа по картинкам;</w:t>
      </w:r>
    </w:p>
    <w:p w:rsidR="007A2ACD" w:rsidRDefault="007A2ACD">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7A2ACD" w:rsidRDefault="007A2AC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A2ACD" w:rsidRDefault="007A2ACD">
      <w:pPr>
        <w:spacing w:after="0" w:line="264" w:lineRule="auto"/>
        <w:ind w:firstLine="600"/>
        <w:jc w:val="both"/>
      </w:pPr>
      <w:r>
        <w:rPr>
          <w:rFonts w:ascii="Times New Roman" w:hAnsi="Times New Roman"/>
          <w:color w:val="000000"/>
          <w:sz w:val="28"/>
        </w:rPr>
        <w:t>Объём монологического высказывания – 9–10 фраз.</w:t>
      </w:r>
    </w:p>
    <w:p w:rsidR="007A2ACD" w:rsidRDefault="007A2ACD">
      <w:pPr>
        <w:spacing w:after="0" w:line="264" w:lineRule="auto"/>
        <w:ind w:firstLine="600"/>
        <w:jc w:val="both"/>
      </w:pPr>
      <w:r>
        <w:rPr>
          <w:rFonts w:ascii="Times New Roman" w:hAnsi="Times New Roman"/>
          <w:i/>
          <w:color w:val="000000"/>
          <w:sz w:val="28"/>
        </w:rPr>
        <w:t>Аудирование</w:t>
      </w:r>
    </w:p>
    <w:p w:rsidR="007A2ACD" w:rsidRDefault="007A2AC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A2ACD" w:rsidRDefault="007A2ACD">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A2ACD" w:rsidRDefault="007A2AC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A2ACD" w:rsidRDefault="007A2ACD">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7A2ACD" w:rsidRDefault="007A2ACD">
      <w:pPr>
        <w:spacing w:after="0" w:line="264" w:lineRule="auto"/>
        <w:ind w:firstLine="600"/>
        <w:jc w:val="both"/>
      </w:pPr>
      <w:r>
        <w:rPr>
          <w:rFonts w:ascii="Times New Roman" w:hAnsi="Times New Roman"/>
          <w:i/>
          <w:color w:val="000000"/>
          <w:sz w:val="28"/>
        </w:rPr>
        <w:t>Смысловое чтение</w:t>
      </w:r>
    </w:p>
    <w:p w:rsidR="007A2ACD" w:rsidRDefault="007A2ACD">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A2ACD" w:rsidRDefault="007A2AC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A2ACD" w:rsidRDefault="007A2ACD">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A2ACD" w:rsidRDefault="007A2ACD">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7A2ACD" w:rsidRDefault="007A2ACD">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A2ACD" w:rsidRDefault="007A2ACD">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A2ACD" w:rsidRDefault="007A2ACD">
      <w:pPr>
        <w:spacing w:after="0" w:line="264" w:lineRule="auto"/>
        <w:ind w:firstLine="600"/>
        <w:jc w:val="both"/>
      </w:pPr>
      <w:r>
        <w:rPr>
          <w:rFonts w:ascii="Times New Roman" w:hAnsi="Times New Roman"/>
          <w:color w:val="000000"/>
          <w:sz w:val="28"/>
        </w:rPr>
        <w:t>Объём текста (текстов) для чтения – 350–500 слов.</w:t>
      </w:r>
    </w:p>
    <w:p w:rsidR="007A2ACD" w:rsidRDefault="007A2ACD">
      <w:pPr>
        <w:spacing w:after="0" w:line="264" w:lineRule="auto"/>
        <w:ind w:firstLine="600"/>
        <w:jc w:val="both"/>
      </w:pPr>
      <w:r>
        <w:rPr>
          <w:rFonts w:ascii="Times New Roman" w:hAnsi="Times New Roman"/>
          <w:i/>
          <w:color w:val="000000"/>
          <w:sz w:val="28"/>
        </w:rPr>
        <w:t>Письменная речь</w:t>
      </w:r>
    </w:p>
    <w:p w:rsidR="007A2ACD" w:rsidRDefault="007A2ACD">
      <w:pPr>
        <w:spacing w:after="0" w:line="264" w:lineRule="auto"/>
        <w:ind w:firstLine="600"/>
        <w:jc w:val="both"/>
      </w:pPr>
      <w:r>
        <w:rPr>
          <w:rFonts w:ascii="Times New Roman" w:hAnsi="Times New Roman"/>
          <w:color w:val="000000"/>
          <w:sz w:val="28"/>
        </w:rPr>
        <w:t>Развитие умений письменной речи:</w:t>
      </w:r>
    </w:p>
    <w:p w:rsidR="007A2ACD" w:rsidRDefault="007A2ACD">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7A2ACD" w:rsidRDefault="007A2AC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A2ACD" w:rsidRDefault="007A2ACD">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A2ACD" w:rsidRDefault="007A2ACD">
      <w:pPr>
        <w:spacing w:after="0" w:line="264" w:lineRule="auto"/>
        <w:ind w:firstLine="600"/>
        <w:jc w:val="both"/>
      </w:pPr>
      <w:r>
        <w:rPr>
          <w:rFonts w:ascii="Times New Roman" w:hAnsi="Times New Roman"/>
          <w:b/>
          <w:color w:val="000000"/>
          <w:sz w:val="28"/>
        </w:rPr>
        <w:t>Языковые знания и умения</w:t>
      </w:r>
    </w:p>
    <w:p w:rsidR="007A2ACD" w:rsidRDefault="007A2ACD">
      <w:pPr>
        <w:spacing w:after="0" w:line="264" w:lineRule="auto"/>
        <w:ind w:firstLine="600"/>
        <w:jc w:val="both"/>
      </w:pPr>
      <w:r>
        <w:rPr>
          <w:rFonts w:ascii="Times New Roman" w:hAnsi="Times New Roman"/>
          <w:i/>
          <w:color w:val="000000"/>
          <w:sz w:val="28"/>
        </w:rPr>
        <w:t>Фонетическая сторона речи</w:t>
      </w:r>
    </w:p>
    <w:p w:rsidR="007A2ACD" w:rsidRDefault="007A2ACD">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ACD" w:rsidRDefault="007A2ACD">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A2ACD" w:rsidRDefault="007A2ACD">
      <w:pPr>
        <w:spacing w:after="0" w:line="264" w:lineRule="auto"/>
        <w:ind w:firstLine="600"/>
        <w:jc w:val="both"/>
      </w:pPr>
      <w:r>
        <w:rPr>
          <w:rFonts w:ascii="Times New Roman" w:hAnsi="Times New Roman"/>
          <w:color w:val="000000"/>
          <w:sz w:val="28"/>
        </w:rPr>
        <w:t>Объём текста для чтения вслух – до 110 слов.</w:t>
      </w:r>
    </w:p>
    <w:p w:rsidR="007A2ACD" w:rsidRDefault="007A2ACD">
      <w:pPr>
        <w:spacing w:after="0" w:line="264" w:lineRule="auto"/>
        <w:ind w:firstLine="600"/>
        <w:jc w:val="both"/>
      </w:pPr>
      <w:r>
        <w:rPr>
          <w:rFonts w:ascii="Times New Roman" w:hAnsi="Times New Roman"/>
          <w:i/>
          <w:color w:val="000000"/>
          <w:sz w:val="28"/>
        </w:rPr>
        <w:t>Графика, орфография и пунктуация</w:t>
      </w:r>
    </w:p>
    <w:p w:rsidR="007A2ACD" w:rsidRDefault="007A2ACD">
      <w:pPr>
        <w:spacing w:after="0" w:line="264" w:lineRule="auto"/>
        <w:ind w:firstLine="600"/>
        <w:jc w:val="both"/>
      </w:pPr>
      <w:r>
        <w:rPr>
          <w:rFonts w:ascii="Times New Roman" w:hAnsi="Times New Roman"/>
          <w:color w:val="000000"/>
          <w:sz w:val="28"/>
        </w:rPr>
        <w:t>Правильное написание изученных слов.</w:t>
      </w:r>
    </w:p>
    <w:p w:rsidR="007A2ACD" w:rsidRDefault="007A2ACD">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A2ACD" w:rsidRDefault="007A2ACD">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i/>
          <w:color w:val="000000"/>
          <w:sz w:val="28"/>
        </w:rPr>
        <w:t>Лексическая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A2ACD" w:rsidRDefault="007A2ACD">
      <w:pPr>
        <w:spacing w:after="0" w:line="264" w:lineRule="auto"/>
        <w:ind w:firstLine="600"/>
        <w:jc w:val="both"/>
      </w:pPr>
      <w:r>
        <w:rPr>
          <w:rFonts w:ascii="Times New Roman" w:hAnsi="Times New Roman"/>
          <w:color w:val="000000"/>
          <w:sz w:val="28"/>
        </w:rPr>
        <w:t>Основные способы словообразования:</w:t>
      </w:r>
    </w:p>
    <w:p w:rsidR="007A2ACD" w:rsidRDefault="007A2ACD">
      <w:pPr>
        <w:spacing w:after="0" w:line="264" w:lineRule="auto"/>
        <w:ind w:firstLine="600"/>
        <w:jc w:val="both"/>
      </w:pPr>
      <w:r>
        <w:rPr>
          <w:rFonts w:ascii="Times New Roman" w:hAnsi="Times New Roman"/>
          <w:color w:val="000000"/>
          <w:sz w:val="28"/>
        </w:rPr>
        <w:t>аффиксация:</w:t>
      </w:r>
    </w:p>
    <w:p w:rsidR="007A2ACD" w:rsidRDefault="007A2ACD">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7A2ACD" w:rsidRDefault="007A2ACD">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7A2ACD" w:rsidRDefault="007A2ACD">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7A2ACD" w:rsidRDefault="007A2ACD">
      <w:pPr>
        <w:spacing w:after="0" w:line="264" w:lineRule="auto"/>
        <w:ind w:firstLine="600"/>
        <w:jc w:val="both"/>
      </w:pPr>
      <w:r>
        <w:rPr>
          <w:rFonts w:ascii="Times New Roman" w:hAnsi="Times New Roman"/>
          <w:color w:val="000000"/>
          <w:sz w:val="28"/>
        </w:rPr>
        <w:t>конверсия:</w:t>
      </w:r>
    </w:p>
    <w:p w:rsidR="007A2ACD" w:rsidRDefault="007A2ACD">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7A2ACD" w:rsidRDefault="007A2ACD">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7A2ACD" w:rsidRDefault="007A2ACD">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7A2ACD" w:rsidRDefault="007A2ACD">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A2ACD" w:rsidRDefault="007A2ACD">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7A2ACD" w:rsidRDefault="007A2ACD">
      <w:pPr>
        <w:spacing w:after="0" w:line="264" w:lineRule="auto"/>
        <w:ind w:firstLine="600"/>
        <w:jc w:val="both"/>
      </w:pPr>
      <w:r>
        <w:rPr>
          <w:rFonts w:ascii="Times New Roman" w:hAnsi="Times New Roman"/>
          <w:i/>
          <w:color w:val="000000"/>
          <w:sz w:val="28"/>
        </w:rPr>
        <w:t>Грамматическая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7A2ACD" w:rsidRDefault="007A2ACD">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A2ACD" w:rsidRDefault="007A2ACD">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7A2ACD" w:rsidRDefault="007A2ACD">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7A2ACD" w:rsidRDefault="007A2AC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7A2ACD" w:rsidRDefault="007A2AC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7A2ACD" w:rsidRDefault="007A2AC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7A2ACD" w:rsidRDefault="007A2ACD">
      <w:pPr>
        <w:spacing w:after="0" w:line="264" w:lineRule="auto"/>
        <w:ind w:firstLine="600"/>
        <w:jc w:val="both"/>
      </w:pPr>
      <w:r>
        <w:rPr>
          <w:rFonts w:ascii="Times New Roman" w:hAnsi="Times New Roman"/>
          <w:color w:val="000000"/>
          <w:sz w:val="28"/>
        </w:rPr>
        <w:t>Конструкция both … and ….</w:t>
      </w:r>
    </w:p>
    <w:p w:rsidR="007A2ACD" w:rsidRDefault="007A2AC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A2ACD" w:rsidRDefault="007A2ACD">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7A2ACD" w:rsidRDefault="007A2ACD">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7A2ACD" w:rsidRDefault="007A2ACD">
      <w:pPr>
        <w:spacing w:after="0" w:line="264" w:lineRule="auto"/>
        <w:ind w:firstLine="600"/>
        <w:jc w:val="both"/>
      </w:pPr>
      <w:r>
        <w:rPr>
          <w:rFonts w:ascii="Times New Roman" w:hAnsi="Times New Roman"/>
          <w:color w:val="000000"/>
          <w:sz w:val="28"/>
        </w:rPr>
        <w:t>Наречия too – enough.</w:t>
      </w:r>
    </w:p>
    <w:p w:rsidR="007A2ACD" w:rsidRDefault="007A2ACD">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7A2ACD" w:rsidRDefault="007A2ACD">
      <w:pPr>
        <w:spacing w:after="0" w:line="264" w:lineRule="auto"/>
        <w:ind w:firstLine="600"/>
        <w:jc w:val="both"/>
      </w:pPr>
      <w:r>
        <w:rPr>
          <w:rFonts w:ascii="Times New Roman" w:hAnsi="Times New Roman"/>
          <w:b/>
          <w:color w:val="000000"/>
          <w:sz w:val="28"/>
        </w:rPr>
        <w:t>Социокультурные знания и умения</w:t>
      </w:r>
    </w:p>
    <w:p w:rsidR="007A2ACD" w:rsidRDefault="007A2AC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A2ACD" w:rsidRDefault="007A2ACD">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A2ACD" w:rsidRDefault="007A2ACD">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A2ACD" w:rsidRDefault="007A2AC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7A2ACD" w:rsidRDefault="007A2ACD">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A2ACD" w:rsidRDefault="007A2ACD">
      <w:pPr>
        <w:spacing w:after="0" w:line="264" w:lineRule="auto"/>
        <w:ind w:firstLine="600"/>
        <w:jc w:val="both"/>
      </w:pPr>
      <w:r>
        <w:rPr>
          <w:rFonts w:ascii="Times New Roman" w:hAnsi="Times New Roman"/>
          <w:color w:val="000000"/>
          <w:sz w:val="28"/>
        </w:rPr>
        <w:t>Развитие умений:</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7A2ACD" w:rsidRDefault="007A2ACD">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A2ACD" w:rsidRDefault="007A2AC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A2ACD" w:rsidRDefault="007A2ACD">
      <w:pPr>
        <w:spacing w:after="0" w:line="264" w:lineRule="auto"/>
        <w:ind w:firstLine="600"/>
        <w:jc w:val="both"/>
      </w:pPr>
      <w:r>
        <w:rPr>
          <w:rFonts w:ascii="Times New Roman" w:hAnsi="Times New Roman"/>
          <w:b/>
          <w:color w:val="000000"/>
          <w:sz w:val="28"/>
        </w:rPr>
        <w:t>Компенсаторные умения</w:t>
      </w:r>
    </w:p>
    <w:p w:rsidR="007A2ACD" w:rsidRDefault="007A2ACD">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A2ACD" w:rsidRDefault="007A2ACD">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7A2ACD" w:rsidRDefault="007A2AC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A2ACD" w:rsidRDefault="007A2AC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9 КЛАСС</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b/>
          <w:color w:val="000000"/>
          <w:sz w:val="28"/>
        </w:rPr>
        <w:t>Коммуникативные умения</w:t>
      </w:r>
    </w:p>
    <w:p w:rsidR="007A2ACD" w:rsidRDefault="007A2AC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7A2ACD" w:rsidRDefault="007A2AC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A2ACD" w:rsidRDefault="007A2AC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A2ACD" w:rsidRDefault="007A2AC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7A2ACD" w:rsidRDefault="007A2ACD">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7A2ACD" w:rsidRDefault="007A2ACD">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A2ACD" w:rsidRDefault="007A2ACD">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7A2ACD" w:rsidRDefault="007A2ACD">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7A2ACD" w:rsidRDefault="007A2ACD">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7A2ACD" w:rsidRDefault="007A2ACD">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A2ACD" w:rsidRDefault="007A2ACD">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A2ACD" w:rsidRDefault="007A2ACD">
      <w:pPr>
        <w:spacing w:after="0" w:line="264" w:lineRule="auto"/>
        <w:ind w:firstLine="600"/>
        <w:jc w:val="both"/>
      </w:pPr>
      <w:r>
        <w:rPr>
          <w:rFonts w:ascii="Times New Roman" w:hAnsi="Times New Roman"/>
          <w:i/>
          <w:color w:val="000000"/>
          <w:sz w:val="28"/>
        </w:rPr>
        <w:t>Говорение</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A2ACD" w:rsidRDefault="007A2ACD">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ACD" w:rsidRDefault="007A2AC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ACD" w:rsidRDefault="007A2AC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ACD" w:rsidRDefault="007A2ACD">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A2ACD" w:rsidRDefault="007A2ACD">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A2ACD" w:rsidRDefault="007A2AC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7A2ACD" w:rsidRDefault="007A2ACD">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ACD" w:rsidRDefault="007A2ACD">
      <w:pPr>
        <w:spacing w:after="0" w:line="264" w:lineRule="auto"/>
        <w:ind w:firstLine="600"/>
        <w:jc w:val="both"/>
      </w:pPr>
      <w:r>
        <w:rPr>
          <w:rFonts w:ascii="Times New Roman" w:hAnsi="Times New Roman"/>
          <w:color w:val="000000"/>
          <w:sz w:val="28"/>
        </w:rPr>
        <w:t>повествование (сообщение);</w:t>
      </w:r>
    </w:p>
    <w:p w:rsidR="007A2ACD" w:rsidRDefault="007A2ACD">
      <w:pPr>
        <w:spacing w:after="0" w:line="264" w:lineRule="auto"/>
        <w:ind w:firstLine="600"/>
        <w:jc w:val="both"/>
      </w:pPr>
      <w:r>
        <w:rPr>
          <w:rFonts w:ascii="Times New Roman" w:hAnsi="Times New Roman"/>
          <w:color w:val="000000"/>
          <w:sz w:val="28"/>
        </w:rPr>
        <w:t>рассуждение;</w:t>
      </w:r>
    </w:p>
    <w:p w:rsidR="007A2ACD" w:rsidRDefault="007A2ACD">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7A2ACD" w:rsidRDefault="007A2AC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A2ACD" w:rsidRDefault="007A2ACD">
      <w:pPr>
        <w:spacing w:after="0" w:line="264" w:lineRule="auto"/>
        <w:ind w:firstLine="600"/>
        <w:jc w:val="both"/>
      </w:pPr>
      <w:r>
        <w:rPr>
          <w:rFonts w:ascii="Times New Roman" w:hAnsi="Times New Roman"/>
          <w:color w:val="000000"/>
          <w:sz w:val="28"/>
        </w:rPr>
        <w:t>составление рассказа по картинкам;</w:t>
      </w:r>
    </w:p>
    <w:p w:rsidR="007A2ACD" w:rsidRDefault="007A2ACD">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7A2ACD" w:rsidRDefault="007A2AC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A2ACD" w:rsidRDefault="007A2ACD">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7A2ACD" w:rsidRDefault="007A2ACD">
      <w:pPr>
        <w:spacing w:after="0" w:line="264" w:lineRule="auto"/>
        <w:ind w:firstLine="600"/>
        <w:jc w:val="both"/>
      </w:pPr>
      <w:r>
        <w:rPr>
          <w:rFonts w:ascii="Times New Roman" w:hAnsi="Times New Roman"/>
          <w:i/>
          <w:color w:val="000000"/>
          <w:sz w:val="28"/>
        </w:rPr>
        <w:t>Аудирование</w:t>
      </w:r>
    </w:p>
    <w:p w:rsidR="007A2ACD" w:rsidRDefault="007A2AC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A2ACD" w:rsidRDefault="007A2ACD">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A2ACD" w:rsidRDefault="007A2AC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A2ACD" w:rsidRDefault="007A2ACD">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A2ACD" w:rsidRDefault="007A2ACD">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ACD" w:rsidRDefault="007A2ACD">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7A2ACD" w:rsidRDefault="007A2ACD">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7A2ACD" w:rsidRDefault="007A2ACD">
      <w:pPr>
        <w:spacing w:after="0" w:line="264" w:lineRule="auto"/>
        <w:ind w:firstLine="600"/>
        <w:jc w:val="both"/>
      </w:pPr>
      <w:r>
        <w:rPr>
          <w:rFonts w:ascii="Times New Roman" w:hAnsi="Times New Roman"/>
          <w:i/>
          <w:color w:val="000000"/>
          <w:sz w:val="28"/>
        </w:rPr>
        <w:t>Смысловое чтение</w:t>
      </w:r>
    </w:p>
    <w:p w:rsidR="007A2ACD" w:rsidRDefault="007A2ACD">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A2ACD" w:rsidRDefault="007A2AC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A2ACD" w:rsidRDefault="007A2ACD">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A2ACD" w:rsidRDefault="007A2ACD">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7A2ACD" w:rsidRDefault="007A2ACD">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A2ACD" w:rsidRDefault="007A2ACD">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A2ACD" w:rsidRDefault="007A2ACD">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7A2ACD" w:rsidRDefault="007A2ACD">
      <w:pPr>
        <w:spacing w:after="0" w:line="264" w:lineRule="auto"/>
        <w:ind w:firstLine="600"/>
        <w:jc w:val="both"/>
      </w:pPr>
      <w:r>
        <w:rPr>
          <w:rFonts w:ascii="Times New Roman" w:hAnsi="Times New Roman"/>
          <w:color w:val="000000"/>
          <w:sz w:val="28"/>
        </w:rPr>
        <w:t>Объём текста (текстов) для чтения – 500–600 слов.</w:t>
      </w:r>
    </w:p>
    <w:p w:rsidR="007A2ACD" w:rsidRDefault="007A2ACD">
      <w:pPr>
        <w:spacing w:after="0" w:line="264" w:lineRule="auto"/>
        <w:ind w:firstLine="600"/>
        <w:jc w:val="both"/>
      </w:pPr>
      <w:r>
        <w:rPr>
          <w:rFonts w:ascii="Times New Roman" w:hAnsi="Times New Roman"/>
          <w:i/>
          <w:color w:val="000000"/>
          <w:sz w:val="28"/>
        </w:rPr>
        <w:t>Письменная речь</w:t>
      </w:r>
    </w:p>
    <w:p w:rsidR="007A2ACD" w:rsidRDefault="007A2ACD">
      <w:pPr>
        <w:spacing w:after="0" w:line="264" w:lineRule="auto"/>
        <w:ind w:firstLine="600"/>
        <w:jc w:val="both"/>
      </w:pPr>
      <w:r>
        <w:rPr>
          <w:rFonts w:ascii="Times New Roman" w:hAnsi="Times New Roman"/>
          <w:color w:val="000000"/>
          <w:sz w:val="28"/>
        </w:rPr>
        <w:t>Развитие умений письменной речи:</w:t>
      </w:r>
    </w:p>
    <w:p w:rsidR="007A2ACD" w:rsidRDefault="007A2ACD">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7A2ACD" w:rsidRDefault="007A2AC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A2ACD" w:rsidRDefault="007A2ACD">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A2ACD" w:rsidRDefault="007A2ACD">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7A2ACD" w:rsidRDefault="007A2ACD">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7A2ACD" w:rsidRDefault="007A2ACD">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7A2ACD" w:rsidRDefault="007A2ACD">
      <w:pPr>
        <w:spacing w:after="0" w:line="264" w:lineRule="auto"/>
        <w:ind w:firstLine="600"/>
        <w:jc w:val="both"/>
      </w:pPr>
      <w:r>
        <w:rPr>
          <w:rFonts w:ascii="Times New Roman" w:hAnsi="Times New Roman"/>
          <w:b/>
          <w:color w:val="000000"/>
          <w:sz w:val="28"/>
        </w:rPr>
        <w:t>Языковые знания и умения</w:t>
      </w:r>
    </w:p>
    <w:p w:rsidR="007A2ACD" w:rsidRDefault="007A2ACD">
      <w:pPr>
        <w:spacing w:after="0" w:line="264" w:lineRule="auto"/>
        <w:ind w:firstLine="600"/>
        <w:jc w:val="both"/>
      </w:pPr>
      <w:r>
        <w:rPr>
          <w:rFonts w:ascii="Times New Roman" w:hAnsi="Times New Roman"/>
          <w:i/>
          <w:color w:val="000000"/>
          <w:sz w:val="28"/>
        </w:rPr>
        <w:t>Фонетическая сторона речи</w:t>
      </w:r>
    </w:p>
    <w:p w:rsidR="007A2ACD" w:rsidRDefault="007A2ACD">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7A2ACD" w:rsidRDefault="007A2ACD">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7A2ACD" w:rsidRDefault="007A2ACD">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ACD" w:rsidRDefault="007A2ACD">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A2ACD" w:rsidRDefault="007A2ACD">
      <w:pPr>
        <w:spacing w:after="0" w:line="264" w:lineRule="auto"/>
        <w:ind w:firstLine="600"/>
        <w:jc w:val="both"/>
      </w:pPr>
      <w:r>
        <w:rPr>
          <w:rFonts w:ascii="Times New Roman" w:hAnsi="Times New Roman"/>
          <w:color w:val="000000"/>
          <w:sz w:val="28"/>
        </w:rPr>
        <w:t>Объём текста для чтения вслух – до 110 слов.</w:t>
      </w:r>
    </w:p>
    <w:p w:rsidR="007A2ACD" w:rsidRDefault="007A2ACD">
      <w:pPr>
        <w:spacing w:after="0" w:line="264" w:lineRule="auto"/>
        <w:ind w:firstLine="600"/>
        <w:jc w:val="both"/>
      </w:pPr>
      <w:r>
        <w:rPr>
          <w:rFonts w:ascii="Times New Roman" w:hAnsi="Times New Roman"/>
          <w:i/>
          <w:color w:val="000000"/>
          <w:sz w:val="28"/>
        </w:rPr>
        <w:t>Графика, орфография и пунктуация</w:t>
      </w:r>
    </w:p>
    <w:p w:rsidR="007A2ACD" w:rsidRDefault="007A2ACD">
      <w:pPr>
        <w:spacing w:after="0" w:line="264" w:lineRule="auto"/>
        <w:ind w:firstLine="600"/>
        <w:jc w:val="both"/>
      </w:pPr>
      <w:r>
        <w:rPr>
          <w:rFonts w:ascii="Times New Roman" w:hAnsi="Times New Roman"/>
          <w:color w:val="000000"/>
          <w:sz w:val="28"/>
        </w:rPr>
        <w:t>Правильное написание изученных слов.</w:t>
      </w:r>
    </w:p>
    <w:p w:rsidR="007A2ACD" w:rsidRDefault="007A2ACD">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A2ACD" w:rsidRDefault="007A2ACD">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ACD" w:rsidRDefault="007A2ACD">
      <w:pPr>
        <w:spacing w:after="0" w:line="264" w:lineRule="auto"/>
        <w:ind w:firstLine="600"/>
        <w:jc w:val="both"/>
      </w:pPr>
      <w:r>
        <w:rPr>
          <w:rFonts w:ascii="Times New Roman" w:hAnsi="Times New Roman"/>
          <w:i/>
          <w:color w:val="000000"/>
          <w:sz w:val="28"/>
        </w:rPr>
        <w:t>Лексическая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A2ACD" w:rsidRDefault="007A2ACD">
      <w:pPr>
        <w:spacing w:after="0" w:line="264" w:lineRule="auto"/>
        <w:ind w:firstLine="600"/>
        <w:jc w:val="both"/>
      </w:pPr>
      <w:r>
        <w:rPr>
          <w:rFonts w:ascii="Times New Roman" w:hAnsi="Times New Roman"/>
          <w:color w:val="000000"/>
          <w:sz w:val="28"/>
        </w:rPr>
        <w:t>Основные способы словообразования:</w:t>
      </w:r>
    </w:p>
    <w:p w:rsidR="007A2ACD" w:rsidRDefault="007A2ACD">
      <w:pPr>
        <w:spacing w:after="0" w:line="264" w:lineRule="auto"/>
        <w:ind w:firstLine="600"/>
        <w:jc w:val="both"/>
      </w:pPr>
      <w:r>
        <w:rPr>
          <w:rFonts w:ascii="Times New Roman" w:hAnsi="Times New Roman"/>
          <w:color w:val="000000"/>
          <w:sz w:val="28"/>
        </w:rPr>
        <w:t>аффиксация:</w:t>
      </w:r>
    </w:p>
    <w:p w:rsidR="007A2ACD" w:rsidRDefault="007A2ACD">
      <w:pPr>
        <w:spacing w:after="0" w:line="264" w:lineRule="auto"/>
        <w:ind w:firstLine="600"/>
        <w:jc w:val="both"/>
      </w:pPr>
      <w:r>
        <w:rPr>
          <w:rFonts w:ascii="Times New Roman" w:hAnsi="Times New Roman"/>
          <w:color w:val="000000"/>
          <w:sz w:val="28"/>
        </w:rPr>
        <w:t>глаголов с помощью префиксов under-, over-, dis-, mis-;</w:t>
      </w:r>
    </w:p>
    <w:p w:rsidR="007A2ACD" w:rsidRDefault="007A2ACD">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7A2ACD" w:rsidRDefault="007A2ACD">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7A2ACD" w:rsidRDefault="007A2ACD">
      <w:pPr>
        <w:spacing w:after="0" w:line="264" w:lineRule="auto"/>
        <w:ind w:firstLine="600"/>
        <w:jc w:val="both"/>
      </w:pPr>
      <w:r>
        <w:rPr>
          <w:rFonts w:ascii="Times New Roman" w:hAnsi="Times New Roman"/>
          <w:color w:val="000000"/>
          <w:sz w:val="28"/>
        </w:rPr>
        <w:t>словосложение:</w:t>
      </w:r>
    </w:p>
    <w:p w:rsidR="007A2ACD" w:rsidRDefault="007A2ACD">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rsidR="007A2ACD" w:rsidRDefault="007A2ACD">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7A2ACD" w:rsidRDefault="007A2ACD">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7A2ACD" w:rsidRDefault="007A2ACD">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7A2ACD" w:rsidRDefault="007A2ACD">
      <w:pPr>
        <w:spacing w:after="0" w:line="264" w:lineRule="auto"/>
        <w:ind w:firstLine="600"/>
        <w:jc w:val="both"/>
      </w:pPr>
      <w:r>
        <w:rPr>
          <w:rFonts w:ascii="Times New Roman" w:hAnsi="Times New Roman"/>
          <w:color w:val="000000"/>
          <w:sz w:val="28"/>
        </w:rPr>
        <w:t>конверсия:</w:t>
      </w:r>
    </w:p>
    <w:p w:rsidR="007A2ACD" w:rsidRDefault="007A2ACD">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A2ACD" w:rsidRDefault="007A2ACD">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7A2ACD" w:rsidRDefault="007A2ACD">
      <w:pPr>
        <w:spacing w:after="0" w:line="264" w:lineRule="auto"/>
        <w:ind w:firstLine="600"/>
        <w:jc w:val="both"/>
      </w:pPr>
      <w:r>
        <w:rPr>
          <w:rFonts w:ascii="Times New Roman" w:hAnsi="Times New Roman"/>
          <w:i/>
          <w:color w:val="000000"/>
          <w:sz w:val="28"/>
        </w:rPr>
        <w:t>Грамматическая сторона речи</w:t>
      </w:r>
    </w:p>
    <w:p w:rsidR="007A2ACD" w:rsidRDefault="007A2AC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A2ACD" w:rsidRDefault="007A2ACD">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7A2ACD" w:rsidRDefault="007A2ACD">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7A2ACD" w:rsidRDefault="007A2ACD">
      <w:pPr>
        <w:spacing w:after="0" w:line="264" w:lineRule="auto"/>
        <w:ind w:firstLine="600"/>
        <w:jc w:val="both"/>
      </w:pPr>
      <w:r>
        <w:rPr>
          <w:rFonts w:ascii="Times New Roman" w:hAnsi="Times New Roman"/>
          <w:color w:val="000000"/>
          <w:sz w:val="28"/>
        </w:rPr>
        <w:t>Конструкция I wish ….</w:t>
      </w:r>
    </w:p>
    <w:p w:rsidR="007A2ACD" w:rsidRDefault="007A2ACD">
      <w:pPr>
        <w:spacing w:after="0" w:line="264" w:lineRule="auto"/>
        <w:ind w:firstLine="600"/>
        <w:jc w:val="both"/>
      </w:pPr>
      <w:r>
        <w:rPr>
          <w:rFonts w:ascii="Times New Roman" w:hAnsi="Times New Roman"/>
          <w:color w:val="000000"/>
          <w:sz w:val="28"/>
        </w:rPr>
        <w:t>Предложения с конструкцией either … or, neither … nor.</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7A2ACD" w:rsidRDefault="007A2ACD">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7A2ACD" w:rsidRDefault="007A2ACD">
      <w:pPr>
        <w:spacing w:after="0" w:line="264" w:lineRule="auto"/>
        <w:ind w:firstLine="600"/>
        <w:jc w:val="both"/>
      </w:pPr>
      <w:r>
        <w:rPr>
          <w:rFonts w:ascii="Times New Roman" w:hAnsi="Times New Roman"/>
          <w:b/>
          <w:color w:val="000000"/>
          <w:sz w:val="28"/>
        </w:rPr>
        <w:t>Социокультурные знания и умения</w:t>
      </w:r>
    </w:p>
    <w:p w:rsidR="007A2ACD" w:rsidRDefault="007A2AC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A2ACD" w:rsidRDefault="007A2ACD">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A2ACD" w:rsidRDefault="007A2ACD">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7A2ACD" w:rsidRDefault="007A2AC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7A2ACD" w:rsidRDefault="007A2ACD">
      <w:pPr>
        <w:spacing w:after="0" w:line="264" w:lineRule="auto"/>
        <w:ind w:firstLine="600"/>
        <w:jc w:val="both"/>
      </w:pPr>
      <w:r>
        <w:rPr>
          <w:rFonts w:ascii="Times New Roman" w:hAnsi="Times New Roman"/>
          <w:color w:val="000000"/>
          <w:sz w:val="28"/>
        </w:rPr>
        <w:t>Развитие умений:</w:t>
      </w:r>
    </w:p>
    <w:p w:rsidR="007A2ACD" w:rsidRDefault="007A2ACD">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A2ACD" w:rsidRDefault="007A2ACD">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7A2ACD" w:rsidRDefault="007A2ACD">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A2ACD" w:rsidRDefault="007A2ACD">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A2ACD" w:rsidRDefault="007A2AC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A2ACD" w:rsidRDefault="007A2ACD">
      <w:pPr>
        <w:spacing w:after="0" w:line="264" w:lineRule="auto"/>
        <w:ind w:firstLine="600"/>
        <w:jc w:val="both"/>
      </w:pPr>
      <w:r>
        <w:rPr>
          <w:rFonts w:ascii="Times New Roman" w:hAnsi="Times New Roman"/>
          <w:b/>
          <w:color w:val="000000"/>
          <w:sz w:val="28"/>
        </w:rPr>
        <w:t>Компенсаторные умения</w:t>
      </w:r>
    </w:p>
    <w:p w:rsidR="007A2ACD" w:rsidRDefault="007A2ACD">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A2ACD" w:rsidRDefault="007A2ACD">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7A2ACD" w:rsidRDefault="007A2AC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A2ACD" w:rsidRDefault="007A2AC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ACD" w:rsidRDefault="007A2ACD">
      <w:pPr>
        <w:sectPr w:rsidR="007A2ACD">
          <w:pgSz w:w="11906" w:h="16383"/>
          <w:pgMar w:top="1134" w:right="850" w:bottom="1134" w:left="1701" w:header="720" w:footer="720" w:gutter="0"/>
          <w:cols w:space="720"/>
        </w:sectPr>
      </w:pPr>
    </w:p>
    <w:p w:rsidR="007A2ACD" w:rsidRDefault="007A2ACD">
      <w:pPr>
        <w:spacing w:after="0" w:line="264" w:lineRule="auto"/>
        <w:ind w:left="120"/>
        <w:jc w:val="both"/>
      </w:pPr>
      <w:bookmarkStart w:id="7" w:name="block-22541831"/>
      <w:bookmarkEnd w:id="7"/>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ЛИЧНОСТНЫЕ РЕЗУЛЬТАТЫ</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A2ACD" w:rsidRDefault="007A2ACD">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A2ACD" w:rsidRDefault="007A2AC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A2ACD" w:rsidRDefault="007A2ACD">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A2ACD" w:rsidRDefault="007A2ACD">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7A2ACD" w:rsidRDefault="007A2ACD">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7A2ACD" w:rsidRDefault="007A2ACD">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7A2ACD" w:rsidRDefault="007A2ACD">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A2ACD" w:rsidRDefault="007A2ACD">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7A2ACD" w:rsidRDefault="007A2ACD">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A2ACD" w:rsidRDefault="007A2ACD">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7A2ACD" w:rsidRDefault="007A2AC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A2ACD" w:rsidRDefault="007A2ACD">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A2ACD" w:rsidRDefault="007A2ACD">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A2ACD" w:rsidRDefault="007A2ACD">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A2ACD" w:rsidRDefault="007A2AC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A2ACD" w:rsidRDefault="007A2ACD">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7A2ACD" w:rsidRDefault="007A2ACD">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A2ACD" w:rsidRDefault="007A2ACD">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A2ACD" w:rsidRDefault="007A2AC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A2ACD" w:rsidRDefault="007A2ACD">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A2ACD" w:rsidRDefault="007A2ACD">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7A2ACD" w:rsidRDefault="007A2ACD">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A2ACD" w:rsidRDefault="007A2ACD">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7A2ACD" w:rsidRDefault="007A2ACD">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7A2ACD" w:rsidRDefault="007A2ACD">
      <w:pPr>
        <w:numPr>
          <w:ilvl w:val="0"/>
          <w:numId w:val="5"/>
        </w:numPr>
        <w:spacing w:after="0" w:line="264" w:lineRule="auto"/>
        <w:jc w:val="both"/>
      </w:pPr>
      <w:r>
        <w:rPr>
          <w:rFonts w:ascii="Times New Roman" w:hAnsi="Times New Roman"/>
          <w:color w:val="000000"/>
          <w:sz w:val="28"/>
        </w:rPr>
        <w:t>осознание ценности жизни;</w:t>
      </w:r>
    </w:p>
    <w:p w:rsidR="007A2ACD" w:rsidRDefault="007A2ACD">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A2ACD" w:rsidRDefault="007A2ACD">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A2ACD" w:rsidRDefault="007A2ACD">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7A2ACD" w:rsidRDefault="007A2ACD">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A2ACD" w:rsidRDefault="007A2ACD">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7A2ACD" w:rsidRDefault="007A2ACD">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A2ACD" w:rsidRDefault="007A2ACD">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7A2ACD" w:rsidRDefault="007A2AC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A2ACD" w:rsidRDefault="007A2ACD">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A2ACD" w:rsidRDefault="007A2ACD">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7A2ACD" w:rsidRDefault="007A2ACD">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A2ACD" w:rsidRDefault="007A2ACD">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7A2ACD" w:rsidRDefault="007A2ACD">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7A2ACD" w:rsidRDefault="007A2ACD">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A2ACD" w:rsidRDefault="007A2AC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A2ACD" w:rsidRDefault="007A2ACD">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A2ACD" w:rsidRDefault="007A2ACD">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A2ACD" w:rsidRDefault="007A2ACD">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7A2ACD" w:rsidRDefault="007A2ACD">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7A2ACD" w:rsidRDefault="007A2ACD">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A2ACD" w:rsidRDefault="007A2ACD">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A2ACD" w:rsidRDefault="007A2ACD">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7A2ACD" w:rsidRDefault="007A2ACD">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A2ACD" w:rsidRDefault="007A2ACD">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7A2ACD" w:rsidRDefault="007A2ACD">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A2ACD" w:rsidRDefault="007A2ACD">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7A2ACD" w:rsidRDefault="007A2ACD">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A2ACD" w:rsidRDefault="007A2ACD">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A2ACD" w:rsidRDefault="007A2ACD">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A2ACD" w:rsidRDefault="007A2ACD">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7A2ACD" w:rsidRDefault="007A2ACD">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A2ACD" w:rsidRDefault="007A2ACD">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7A2ACD" w:rsidRDefault="007A2ACD">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A2ACD" w:rsidRDefault="007A2ACD">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7A2ACD" w:rsidRDefault="007A2ACD">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МЕТАПРЕДМЕТНЫЕ РЕЗУЛЬТАТЫ</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Базовые логические действия:</w:t>
      </w:r>
    </w:p>
    <w:p w:rsidR="007A2ACD" w:rsidRDefault="007A2ACD">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7A2ACD" w:rsidRDefault="007A2ACD">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A2ACD" w:rsidRDefault="007A2ACD">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A2ACD" w:rsidRDefault="007A2ACD">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7A2ACD" w:rsidRDefault="007A2ACD">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7A2ACD" w:rsidRDefault="007A2ACD">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7A2ACD" w:rsidRDefault="007A2ACD">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A2ACD" w:rsidRDefault="007A2ACD">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A2ACD" w:rsidRDefault="007A2ACD">
      <w:pPr>
        <w:spacing w:after="0" w:line="264" w:lineRule="auto"/>
        <w:ind w:left="120"/>
        <w:jc w:val="both"/>
      </w:pPr>
      <w:r>
        <w:rPr>
          <w:rFonts w:ascii="Times New Roman" w:hAnsi="Times New Roman"/>
          <w:b/>
          <w:color w:val="000000"/>
          <w:sz w:val="28"/>
        </w:rPr>
        <w:t>Базовые исследовательские действия:</w:t>
      </w:r>
    </w:p>
    <w:p w:rsidR="007A2ACD" w:rsidRDefault="007A2ACD">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7A2ACD" w:rsidRDefault="007A2ACD">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A2ACD" w:rsidRDefault="007A2ACD">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A2ACD" w:rsidRDefault="007A2ACD">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A2ACD" w:rsidRDefault="007A2ACD">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A2ACD" w:rsidRDefault="007A2ACD">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A2ACD" w:rsidRDefault="007A2ACD">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A2ACD" w:rsidRDefault="007A2ACD">
      <w:pPr>
        <w:spacing w:after="0" w:line="264" w:lineRule="auto"/>
        <w:ind w:left="120"/>
        <w:jc w:val="both"/>
      </w:pPr>
      <w:r>
        <w:rPr>
          <w:rFonts w:ascii="Times New Roman" w:hAnsi="Times New Roman"/>
          <w:b/>
          <w:color w:val="000000"/>
          <w:sz w:val="28"/>
        </w:rPr>
        <w:t>Работа с информацией:</w:t>
      </w:r>
    </w:p>
    <w:p w:rsidR="007A2ACD" w:rsidRDefault="007A2ACD">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A2ACD" w:rsidRDefault="007A2ACD">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7A2ACD" w:rsidRDefault="007A2ACD">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A2ACD" w:rsidRDefault="007A2ACD">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A2ACD" w:rsidRDefault="007A2ACD">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A2ACD" w:rsidRDefault="007A2ACD">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b/>
          <w:color w:val="000000"/>
          <w:sz w:val="28"/>
        </w:rPr>
        <w:t>Общение:</w:t>
      </w:r>
    </w:p>
    <w:p w:rsidR="007A2ACD" w:rsidRDefault="007A2ACD">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A2ACD" w:rsidRDefault="007A2ACD">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7A2ACD" w:rsidRDefault="007A2ACD">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A2ACD" w:rsidRDefault="007A2ACD">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A2ACD" w:rsidRDefault="007A2ACD">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A2ACD" w:rsidRDefault="007A2ACD">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A2ACD" w:rsidRDefault="007A2ACD">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7A2ACD" w:rsidRDefault="007A2ACD">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2ACD" w:rsidRDefault="007A2ACD">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7A2ACD" w:rsidRDefault="007A2ACD">
      <w:pPr>
        <w:spacing w:after="0" w:line="264" w:lineRule="auto"/>
        <w:ind w:firstLine="600"/>
        <w:jc w:val="both"/>
      </w:pPr>
      <w:r>
        <w:rPr>
          <w:rFonts w:ascii="Times New Roman" w:hAnsi="Times New Roman"/>
          <w:b/>
          <w:color w:val="000000"/>
          <w:sz w:val="28"/>
        </w:rPr>
        <w:t>Совместная деятельность</w:t>
      </w:r>
    </w:p>
    <w:p w:rsidR="007A2ACD" w:rsidRDefault="007A2ACD">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A2ACD" w:rsidRDefault="007A2ACD">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A2ACD" w:rsidRDefault="007A2ACD">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7A2ACD" w:rsidRDefault="007A2ACD">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A2ACD" w:rsidRDefault="007A2ACD">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2ACD" w:rsidRDefault="007A2ACD">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A2ACD" w:rsidRDefault="007A2ACD">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A2ACD" w:rsidRDefault="007A2ACD">
      <w:pPr>
        <w:spacing w:after="0" w:line="264" w:lineRule="auto"/>
        <w:ind w:firstLine="600"/>
        <w:jc w:val="both"/>
      </w:pPr>
      <w:r>
        <w:rPr>
          <w:rFonts w:ascii="Times New Roman" w:hAnsi="Times New Roman"/>
          <w:b/>
          <w:color w:val="333333"/>
          <w:sz w:val="28"/>
        </w:rPr>
        <w:t>Самоорганизация</w:t>
      </w:r>
    </w:p>
    <w:p w:rsidR="007A2ACD" w:rsidRDefault="007A2ACD">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7A2ACD" w:rsidRDefault="007A2ACD">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A2ACD" w:rsidRDefault="007A2ACD">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A2ACD" w:rsidRDefault="007A2ACD">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A2ACD" w:rsidRDefault="007A2ACD">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7A2ACD" w:rsidRDefault="007A2ACD">
      <w:pPr>
        <w:spacing w:after="0" w:line="264" w:lineRule="auto"/>
        <w:ind w:firstLine="600"/>
        <w:jc w:val="both"/>
      </w:pPr>
      <w:r>
        <w:rPr>
          <w:rFonts w:ascii="Times New Roman" w:hAnsi="Times New Roman"/>
          <w:b/>
          <w:color w:val="000000"/>
          <w:sz w:val="28"/>
        </w:rPr>
        <w:t>Самоконтроль</w:t>
      </w:r>
    </w:p>
    <w:p w:rsidR="007A2ACD" w:rsidRDefault="007A2ACD">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7A2ACD" w:rsidRDefault="007A2ACD">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7A2ACD" w:rsidRDefault="007A2ACD">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A2ACD" w:rsidRDefault="007A2ACD">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A2ACD" w:rsidRDefault="007A2ACD">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A2ACD" w:rsidRDefault="007A2ACD">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7A2ACD" w:rsidRDefault="007A2ACD">
      <w:pPr>
        <w:spacing w:after="0" w:line="264" w:lineRule="auto"/>
        <w:ind w:firstLine="600"/>
        <w:jc w:val="both"/>
      </w:pPr>
      <w:r>
        <w:rPr>
          <w:rFonts w:ascii="Times New Roman" w:hAnsi="Times New Roman"/>
          <w:b/>
          <w:color w:val="000000"/>
          <w:sz w:val="28"/>
        </w:rPr>
        <w:t xml:space="preserve">Эмоциональный интеллект </w:t>
      </w:r>
    </w:p>
    <w:p w:rsidR="007A2ACD" w:rsidRDefault="007A2ACD">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7A2ACD" w:rsidRDefault="007A2ACD">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7A2ACD" w:rsidRDefault="007A2ACD">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7A2ACD" w:rsidRDefault="007A2AC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A2ACD" w:rsidRDefault="007A2ACD">
      <w:pPr>
        <w:spacing w:after="0" w:line="264" w:lineRule="auto"/>
        <w:ind w:firstLine="600"/>
        <w:jc w:val="both"/>
      </w:pPr>
      <w:r>
        <w:rPr>
          <w:rFonts w:ascii="Times New Roman" w:hAnsi="Times New Roman"/>
          <w:b/>
          <w:color w:val="000000"/>
          <w:sz w:val="28"/>
        </w:rPr>
        <w:t>Принимать себя и других</w:t>
      </w:r>
    </w:p>
    <w:p w:rsidR="007A2ACD" w:rsidRDefault="007A2ACD">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7A2ACD" w:rsidRDefault="007A2ACD">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7A2ACD" w:rsidRDefault="007A2ACD">
      <w:pPr>
        <w:numPr>
          <w:ilvl w:val="0"/>
          <w:numId w:val="18"/>
        </w:numPr>
        <w:spacing w:after="0" w:line="264" w:lineRule="auto"/>
        <w:jc w:val="both"/>
      </w:pPr>
      <w:r>
        <w:rPr>
          <w:rFonts w:ascii="Times New Roman" w:hAnsi="Times New Roman"/>
          <w:color w:val="000000"/>
          <w:sz w:val="28"/>
        </w:rPr>
        <w:t>открытость себе и другим;</w:t>
      </w:r>
    </w:p>
    <w:p w:rsidR="007A2ACD" w:rsidRDefault="007A2ACD">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7A2ACD" w:rsidRDefault="007A2ACD">
      <w:pPr>
        <w:spacing w:after="0" w:line="264" w:lineRule="auto"/>
        <w:ind w:left="120"/>
        <w:jc w:val="both"/>
      </w:pPr>
    </w:p>
    <w:p w:rsidR="007A2ACD" w:rsidRDefault="007A2ACD">
      <w:pPr>
        <w:spacing w:after="0" w:line="264" w:lineRule="auto"/>
        <w:ind w:left="120"/>
        <w:jc w:val="both"/>
      </w:pPr>
      <w:r>
        <w:rPr>
          <w:rFonts w:ascii="Times New Roman" w:hAnsi="Times New Roman"/>
          <w:b/>
          <w:color w:val="000000"/>
          <w:sz w:val="28"/>
        </w:rPr>
        <w:t>ПРЕДМЕТНЫЕ РЕЗУЛЬТАТЫ</w:t>
      </w:r>
    </w:p>
    <w:p w:rsidR="007A2ACD" w:rsidRDefault="007A2ACD">
      <w:pPr>
        <w:spacing w:after="0" w:line="264" w:lineRule="auto"/>
        <w:ind w:left="120"/>
        <w:jc w:val="both"/>
      </w:pPr>
    </w:p>
    <w:p w:rsidR="007A2ACD" w:rsidRDefault="007A2ACD">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A2ACD" w:rsidRDefault="007A2AC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7A2ACD" w:rsidRDefault="007A2AC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A2ACD" w:rsidRDefault="007A2ACD">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A2ACD" w:rsidRDefault="007A2ACD">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A2ACD" w:rsidRDefault="007A2ACD">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A2ACD" w:rsidRDefault="007A2ACD">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A2ACD" w:rsidRDefault="007A2ACD">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A2ACD" w:rsidRDefault="007A2AC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7A2ACD" w:rsidRDefault="007A2AC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A2ACD" w:rsidRDefault="007A2ACD">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7A2ACD" w:rsidRDefault="007A2ACD">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7A2ACD" w:rsidRDefault="007A2ACD">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A2ACD" w:rsidRDefault="007A2ACD">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7A2ACD" w:rsidRDefault="007A2ACD">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A2ACD" w:rsidRDefault="007A2AC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A2ACD" w:rsidRDefault="007A2ACD">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A2ACD" w:rsidRDefault="007A2ACD">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7A2ACD" w:rsidRDefault="007A2ACD">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A2ACD" w:rsidRDefault="007A2ACD">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A2ACD" w:rsidRDefault="007A2AC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7A2ACD" w:rsidRDefault="007A2AC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A2ACD" w:rsidRDefault="007A2ACD">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A2ACD" w:rsidRDefault="007A2ACD">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A2ACD" w:rsidRDefault="007A2ACD">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A2ACD" w:rsidRDefault="007A2ACD">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A2ACD" w:rsidRDefault="007A2ACD">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A2ACD" w:rsidRDefault="007A2AC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7A2ACD" w:rsidRDefault="007A2AC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A2ACD" w:rsidRDefault="007A2ACD">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7A2ACD" w:rsidRDefault="007A2ACD">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7A2ACD" w:rsidRDefault="007A2ACD">
      <w:pPr>
        <w:spacing w:after="0" w:line="264" w:lineRule="auto"/>
        <w:ind w:firstLine="600"/>
        <w:jc w:val="both"/>
      </w:pPr>
      <w:r>
        <w:rPr>
          <w:rFonts w:ascii="Times New Roman" w:hAnsi="Times New Roman"/>
          <w:color w:val="000000"/>
          <w:sz w:val="28"/>
        </w:rPr>
        <w:t>предложения с конструкциями as … as, not so … as;</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7A2ACD" w:rsidRDefault="007A2ACD">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7A2ACD" w:rsidRDefault="007A2AC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7A2ACD" w:rsidRDefault="007A2ACD">
      <w:pPr>
        <w:spacing w:after="0" w:line="264" w:lineRule="auto"/>
        <w:ind w:firstLine="600"/>
        <w:jc w:val="both"/>
      </w:pPr>
      <w:r>
        <w:rPr>
          <w:rFonts w:ascii="Times New Roman" w:hAnsi="Times New Roman"/>
          <w:color w:val="000000"/>
          <w:sz w:val="28"/>
        </w:rPr>
        <w:t>cлова, выражающие количество (little/a little, few/a few);</w:t>
      </w:r>
    </w:p>
    <w:p w:rsidR="007A2ACD" w:rsidRDefault="007A2ACD">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7A2ACD" w:rsidRDefault="007A2ACD">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7A2ACD" w:rsidRDefault="007A2AC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A2ACD" w:rsidRDefault="007A2ACD">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A2ACD" w:rsidRDefault="007A2ACD">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A2ACD" w:rsidRDefault="007A2ACD">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A2ACD" w:rsidRDefault="007A2ACD">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ACD" w:rsidRDefault="007A2AC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7A2ACD" w:rsidRDefault="007A2AC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A2ACD" w:rsidRDefault="007A2ACD">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A2ACD" w:rsidRDefault="007A2ACD">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A2ACD" w:rsidRDefault="007A2ACD">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A2ACD" w:rsidRDefault="007A2ACD">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A2ACD" w:rsidRDefault="007A2ACD">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A2ACD" w:rsidRDefault="007A2AC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w:t>
      </w:r>
    </w:p>
    <w:p w:rsidR="007A2ACD" w:rsidRDefault="007A2ACD">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7A2ACD" w:rsidRDefault="007A2ACD">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7A2ACD" w:rsidRDefault="007A2ACD">
      <w:pPr>
        <w:spacing w:after="0" w:line="264" w:lineRule="auto"/>
        <w:ind w:firstLine="600"/>
        <w:jc w:val="both"/>
      </w:pPr>
      <w:r>
        <w:rPr>
          <w:rFonts w:ascii="Times New Roman" w:hAnsi="Times New Roman"/>
          <w:color w:val="000000"/>
          <w:sz w:val="28"/>
        </w:rPr>
        <w:t>конструкцию used to + инфинитив глагола;</w:t>
      </w:r>
    </w:p>
    <w:p w:rsidR="007A2ACD" w:rsidRDefault="007A2ACD">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7A2ACD" w:rsidRDefault="007A2ACD">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7A2ACD" w:rsidRDefault="007A2ACD">
      <w:pPr>
        <w:spacing w:after="0" w:line="264" w:lineRule="auto"/>
        <w:ind w:firstLine="600"/>
        <w:jc w:val="both"/>
      </w:pPr>
      <w:r>
        <w:rPr>
          <w:rFonts w:ascii="Times New Roman" w:hAnsi="Times New Roman"/>
          <w:color w:val="000000"/>
          <w:sz w:val="28"/>
        </w:rPr>
        <w:t>модальный глагол might;</w:t>
      </w:r>
    </w:p>
    <w:p w:rsidR="007A2ACD" w:rsidRDefault="007A2ACD">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7A2ACD" w:rsidRDefault="007A2ACD">
      <w:pPr>
        <w:spacing w:after="0" w:line="264" w:lineRule="auto"/>
        <w:ind w:firstLine="600"/>
        <w:jc w:val="both"/>
      </w:pPr>
      <w:r>
        <w:rPr>
          <w:rFonts w:ascii="Times New Roman" w:hAnsi="Times New Roman"/>
          <w:color w:val="000000"/>
          <w:sz w:val="28"/>
        </w:rPr>
        <w:t>местоимения other/another, both, all, one;</w:t>
      </w:r>
    </w:p>
    <w:p w:rsidR="007A2ACD" w:rsidRDefault="007A2ACD">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7A2ACD" w:rsidRDefault="007A2AC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A2ACD" w:rsidRDefault="007A2ACD">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A2ACD" w:rsidRDefault="007A2ACD">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7A2ACD" w:rsidRDefault="007A2AC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A2ACD" w:rsidRDefault="007A2ACD">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A2ACD" w:rsidRDefault="007A2ACD">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A2ACD" w:rsidRDefault="007A2ACD">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A2ACD" w:rsidRDefault="007A2ACD">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ACD" w:rsidRDefault="007A2AC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7A2ACD" w:rsidRDefault="007A2AC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A2ACD" w:rsidRDefault="007A2ACD">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A2ACD" w:rsidRDefault="007A2ACD">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A2ACD" w:rsidRDefault="007A2ACD">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A2ACD" w:rsidRDefault="007A2ACD">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A2ACD" w:rsidRDefault="007A2ACD">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A2ACD" w:rsidRDefault="007A2AC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w:t>
      </w:r>
    </w:p>
    <w:p w:rsidR="007A2ACD" w:rsidRDefault="007A2ACD">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7A2ACD" w:rsidRDefault="007A2ACD">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A2ACD" w:rsidRDefault="007A2ACD">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7A2ACD" w:rsidRDefault="007A2ACD">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7A2ACD" w:rsidRDefault="007A2AC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7A2ACD" w:rsidRDefault="007A2AC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7A2ACD" w:rsidRDefault="007A2ACD">
      <w:pPr>
        <w:spacing w:after="0" w:line="264" w:lineRule="auto"/>
        <w:ind w:firstLine="600"/>
        <w:jc w:val="both"/>
      </w:pPr>
      <w:r>
        <w:rPr>
          <w:rFonts w:ascii="Times New Roman" w:hAnsi="Times New Roman"/>
          <w:color w:val="000000"/>
          <w:sz w:val="28"/>
        </w:rPr>
        <w:t>конструкции be/get used to do something; be/get used doing something;</w:t>
      </w:r>
    </w:p>
    <w:p w:rsidR="007A2ACD" w:rsidRDefault="007A2ACD">
      <w:pPr>
        <w:spacing w:after="0" w:line="264" w:lineRule="auto"/>
        <w:ind w:firstLine="600"/>
        <w:jc w:val="both"/>
      </w:pPr>
      <w:r>
        <w:rPr>
          <w:rFonts w:ascii="Times New Roman" w:hAnsi="Times New Roman"/>
          <w:color w:val="000000"/>
          <w:sz w:val="28"/>
        </w:rPr>
        <w:t>конструкцию both … and …;</w:t>
      </w:r>
    </w:p>
    <w:p w:rsidR="007A2ACD" w:rsidRDefault="007A2AC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7A2ACD" w:rsidRDefault="007A2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A2ACD" w:rsidRDefault="007A2ACD">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7A2ACD" w:rsidRDefault="007A2ACD">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7A2ACD" w:rsidRDefault="007A2ACD">
      <w:pPr>
        <w:spacing w:after="0" w:line="264" w:lineRule="auto"/>
        <w:ind w:firstLine="600"/>
        <w:jc w:val="both"/>
      </w:pPr>
      <w:r>
        <w:rPr>
          <w:rFonts w:ascii="Times New Roman" w:hAnsi="Times New Roman"/>
          <w:color w:val="000000"/>
          <w:sz w:val="28"/>
        </w:rPr>
        <w:t>наречия too – enough;</w:t>
      </w:r>
    </w:p>
    <w:p w:rsidR="007A2ACD" w:rsidRDefault="007A2ACD">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etc.), none;</w:t>
      </w:r>
    </w:p>
    <w:p w:rsidR="007A2ACD" w:rsidRDefault="007A2AC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A2ACD" w:rsidRDefault="007A2ACD">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A2ACD" w:rsidRDefault="007A2ACD">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A2ACD" w:rsidRDefault="007A2AC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7A2ACD" w:rsidRDefault="007A2ACD">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A2ACD" w:rsidRDefault="007A2ACD">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A2ACD" w:rsidRDefault="007A2ACD">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A2ACD" w:rsidRDefault="007A2ACD">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7A2ACD" w:rsidRDefault="007A2ACD">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7A2ACD" w:rsidRDefault="007A2ACD">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ACD" w:rsidRDefault="007A2AC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7A2ACD" w:rsidRDefault="007A2AC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A2ACD" w:rsidRDefault="007A2ACD">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A2ACD" w:rsidRDefault="007A2AC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A2ACD" w:rsidRDefault="007A2ACD">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A2ACD" w:rsidRDefault="007A2ACD">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A2ACD" w:rsidRDefault="007A2ACD">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A2ACD" w:rsidRDefault="007A2ACD">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A2ACD" w:rsidRDefault="007A2ACD">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A2ACD" w:rsidRDefault="007A2AC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A2ACD" w:rsidRDefault="007A2ACD">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ACD" w:rsidRDefault="007A2AC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A2ACD" w:rsidRDefault="007A2AC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A2ACD" w:rsidRDefault="007A2AC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A2ACD" w:rsidRDefault="007A2ACD">
      <w:pPr>
        <w:spacing w:after="0" w:line="264" w:lineRule="auto"/>
        <w:ind w:firstLine="600"/>
        <w:jc w:val="both"/>
      </w:pPr>
      <w:r>
        <w:rPr>
          <w:rFonts w:ascii="Times New Roman" w:hAnsi="Times New Roman"/>
          <w:color w:val="000000"/>
          <w:sz w:val="28"/>
        </w:rPr>
        <w:t>предложения с I wish;</w:t>
      </w:r>
    </w:p>
    <w:p w:rsidR="007A2ACD" w:rsidRDefault="007A2ACD">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7A2ACD" w:rsidRDefault="007A2ACD">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7A2ACD" w:rsidRDefault="007A2ACD">
      <w:pPr>
        <w:spacing w:after="0" w:line="264" w:lineRule="auto"/>
        <w:ind w:firstLine="600"/>
        <w:jc w:val="both"/>
      </w:pPr>
      <w:r>
        <w:rPr>
          <w:rFonts w:ascii="Times New Roman" w:hAnsi="Times New Roman"/>
          <w:color w:val="000000"/>
          <w:sz w:val="28"/>
        </w:rPr>
        <w:t>предложения с конструкцией either … or, neither … nor;</w:t>
      </w:r>
    </w:p>
    <w:p w:rsidR="007A2ACD" w:rsidRDefault="007A2ACD">
      <w:pPr>
        <w:spacing w:after="0" w:line="264" w:lineRule="auto"/>
        <w:ind w:firstLine="600"/>
        <w:jc w:val="both"/>
      </w:pPr>
      <w:r>
        <w:rPr>
          <w:rFonts w:ascii="Times New Roman" w:hAnsi="Times New Roman"/>
          <w:color w:val="000000"/>
          <w:sz w:val="28"/>
        </w:rPr>
        <w:t>формы страдательного залога Present Perfect Passive;</w:t>
      </w:r>
    </w:p>
    <w:p w:rsidR="007A2ACD" w:rsidRDefault="007A2ACD">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7A2ACD" w:rsidRDefault="007A2AC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A2ACD" w:rsidRDefault="007A2ACD">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A2ACD" w:rsidRDefault="007A2ACD">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7A2ACD" w:rsidRDefault="007A2ACD">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7A2ACD" w:rsidRDefault="007A2ACD">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A2ACD" w:rsidRDefault="007A2ACD">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ACD" w:rsidRDefault="007A2ACD">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A2ACD" w:rsidRDefault="007A2ACD">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A2ACD" w:rsidRDefault="007A2ACD">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7A2ACD" w:rsidRDefault="007A2ACD">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7A2ACD" w:rsidRDefault="007A2ACD">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ACD" w:rsidRDefault="007A2ACD">
      <w:pPr>
        <w:sectPr w:rsidR="007A2ACD">
          <w:pgSz w:w="11906" w:h="16383"/>
          <w:pgMar w:top="1134" w:right="850" w:bottom="1134" w:left="1701" w:header="720" w:footer="720" w:gutter="0"/>
          <w:cols w:space="720"/>
        </w:sectPr>
      </w:pPr>
    </w:p>
    <w:p w:rsidR="007A2ACD" w:rsidRDefault="007A2ACD">
      <w:pPr>
        <w:spacing w:after="0"/>
        <w:ind w:left="120"/>
      </w:pPr>
      <w:bookmarkStart w:id="8" w:name="block-22541832"/>
      <w:bookmarkEnd w:id="8"/>
      <w:r>
        <w:rPr>
          <w:rFonts w:ascii="Times New Roman" w:hAnsi="Times New Roman"/>
          <w:b/>
          <w:color w:val="000000"/>
          <w:sz w:val="28"/>
        </w:rPr>
        <w:t xml:space="preserve"> ТЕМАТИЧЕСКОЕ ПЛАНИРОВАНИЕ </w:t>
      </w:r>
    </w:p>
    <w:p w:rsidR="007A2ACD" w:rsidRDefault="007A2AC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689"/>
      </w:tblGrid>
      <w:tr w:rsidR="007A2ACD" w:rsidRPr="00094EDF">
        <w:trPr>
          <w:trHeight w:val="144"/>
          <w:tblCellSpacing w:w="20" w:type="nil"/>
        </w:trPr>
        <w:tc>
          <w:tcPr>
            <w:tcW w:w="412"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 п/п </w:t>
            </w:r>
          </w:p>
          <w:p w:rsidR="007A2ACD" w:rsidRPr="00094EDF" w:rsidRDefault="007A2ACD">
            <w:pPr>
              <w:spacing w:after="0"/>
              <w:ind w:left="135"/>
            </w:pPr>
          </w:p>
        </w:tc>
        <w:tc>
          <w:tcPr>
            <w:tcW w:w="3960"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Наименование разделов и тем программы </w:t>
            </w:r>
          </w:p>
          <w:p w:rsidR="007A2ACD" w:rsidRPr="00094EDF" w:rsidRDefault="007A2ACD">
            <w:pPr>
              <w:spacing w:after="0"/>
              <w:ind w:left="135"/>
            </w:pPr>
          </w:p>
        </w:tc>
        <w:tc>
          <w:tcPr>
            <w:tcW w:w="0" w:type="auto"/>
            <w:gridSpan w:val="3"/>
            <w:tcMar>
              <w:top w:w="50" w:type="dxa"/>
              <w:left w:w="100" w:type="dxa"/>
            </w:tcMar>
            <w:vAlign w:val="center"/>
          </w:tcPr>
          <w:p w:rsidR="007A2ACD" w:rsidRPr="00094EDF" w:rsidRDefault="007A2ACD">
            <w:pPr>
              <w:spacing w:after="0"/>
            </w:pPr>
            <w:r w:rsidRPr="00094EDF">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Электронные (цифровые) образовательные ресурсы </w:t>
            </w:r>
          </w:p>
          <w:p w:rsidR="007A2ACD" w:rsidRPr="00094EDF" w:rsidRDefault="007A2ACD">
            <w:pPr>
              <w:spacing w:after="0"/>
              <w:ind w:left="135"/>
            </w:pPr>
          </w:p>
        </w:tc>
      </w:tr>
      <w:tr w:rsidR="007A2ACD" w:rsidRPr="00094EDF">
        <w:trPr>
          <w:trHeight w:val="144"/>
          <w:tblCellSpacing w:w="20" w:type="nil"/>
        </w:trPr>
        <w:tc>
          <w:tcPr>
            <w:tcW w:w="0" w:type="auto"/>
            <w:vMerge/>
            <w:tcBorders>
              <w:top w:val="nil"/>
            </w:tcBorders>
            <w:tcMar>
              <w:top w:w="50" w:type="dxa"/>
              <w:left w:w="100" w:type="dxa"/>
            </w:tcMar>
          </w:tcPr>
          <w:p w:rsidR="007A2ACD" w:rsidRPr="00094EDF" w:rsidRDefault="007A2ACD"/>
        </w:tc>
        <w:tc>
          <w:tcPr>
            <w:tcW w:w="0" w:type="auto"/>
            <w:vMerge/>
            <w:tcBorders>
              <w:top w:val="nil"/>
            </w:tcBorders>
            <w:tcMar>
              <w:top w:w="50" w:type="dxa"/>
              <w:left w:w="100" w:type="dxa"/>
            </w:tcMar>
          </w:tcPr>
          <w:p w:rsidR="007A2ACD" w:rsidRPr="00094EDF" w:rsidRDefault="007A2ACD"/>
        </w:tc>
        <w:tc>
          <w:tcPr>
            <w:tcW w:w="889"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Всего </w:t>
            </w:r>
          </w:p>
          <w:p w:rsidR="007A2ACD" w:rsidRPr="00094EDF" w:rsidRDefault="007A2ACD">
            <w:pPr>
              <w:spacing w:after="0"/>
              <w:ind w:left="135"/>
            </w:pPr>
          </w:p>
        </w:tc>
        <w:tc>
          <w:tcPr>
            <w:tcW w:w="1598"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Контрольные работы </w:t>
            </w:r>
          </w:p>
          <w:p w:rsidR="007A2ACD" w:rsidRPr="00094EDF" w:rsidRDefault="007A2ACD">
            <w:pPr>
              <w:spacing w:after="0"/>
              <w:ind w:left="135"/>
            </w:pPr>
          </w:p>
        </w:tc>
        <w:tc>
          <w:tcPr>
            <w:tcW w:w="1692"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Практические работы </w:t>
            </w:r>
          </w:p>
          <w:p w:rsidR="007A2ACD" w:rsidRPr="00094EDF" w:rsidRDefault="007A2ACD">
            <w:pPr>
              <w:spacing w:after="0"/>
              <w:ind w:left="135"/>
            </w:pPr>
          </w:p>
        </w:tc>
        <w:tc>
          <w:tcPr>
            <w:tcW w:w="0" w:type="auto"/>
            <w:vMerge/>
            <w:tcBorders>
              <w:top w:val="nil"/>
            </w:tcBorders>
            <w:tcMar>
              <w:top w:w="50" w:type="dxa"/>
              <w:left w:w="100" w:type="dxa"/>
            </w:tcMar>
          </w:tcPr>
          <w:p w:rsidR="007A2ACD" w:rsidRPr="00094EDF" w:rsidRDefault="007A2ACD"/>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6">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7">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3</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8">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4</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9">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5</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0">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6</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1">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7</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2">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8</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3">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9</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Родной город (село). Транспорт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4">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10</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5">
              <w:r w:rsidRPr="00094EDF">
                <w:rPr>
                  <w:rFonts w:ascii="Times New Roman" w:hAnsi="Times New Roman"/>
                  <w:color w:val="0000FF"/>
                  <w:u w:val="single"/>
                </w:rPr>
                <w:t>https://m.edsoo.ru/7f413cd2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6">
              <w:r w:rsidRPr="00094EDF">
                <w:rPr>
                  <w:rFonts w:ascii="Times New Roman" w:hAnsi="Times New Roman"/>
                  <w:color w:val="0000FF"/>
                  <w:u w:val="single"/>
                </w:rPr>
                <w:t>https://m.edsoo.ru/7f413cd2</w:t>
              </w:r>
            </w:hyperlink>
          </w:p>
        </w:tc>
      </w:tr>
      <w:tr w:rsidR="007A2ACD" w:rsidRPr="00094EDF">
        <w:trPr>
          <w:trHeight w:val="144"/>
          <w:tblCellSpacing w:w="20" w:type="nil"/>
        </w:trPr>
        <w:tc>
          <w:tcPr>
            <w:tcW w:w="0" w:type="auto"/>
            <w:gridSpan w:val="2"/>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tc>
      </w:tr>
    </w:tbl>
    <w:p w:rsidR="007A2ACD" w:rsidRDefault="007A2ACD">
      <w:pPr>
        <w:sectPr w:rsidR="007A2ACD">
          <w:pgSz w:w="16383" w:h="11906" w:orient="landscape"/>
          <w:pgMar w:top="1134" w:right="850" w:bottom="1134" w:left="1701" w:header="720" w:footer="720" w:gutter="0"/>
          <w:cols w:space="720"/>
        </w:sectPr>
      </w:pPr>
    </w:p>
    <w:p w:rsidR="007A2ACD" w:rsidRDefault="007A2ACD">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702"/>
      </w:tblGrid>
      <w:tr w:rsidR="007A2ACD" w:rsidRPr="00094EDF">
        <w:trPr>
          <w:trHeight w:val="144"/>
          <w:tblCellSpacing w:w="20" w:type="nil"/>
        </w:trPr>
        <w:tc>
          <w:tcPr>
            <w:tcW w:w="412"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 п/п </w:t>
            </w:r>
          </w:p>
          <w:p w:rsidR="007A2ACD" w:rsidRPr="00094EDF" w:rsidRDefault="007A2ACD">
            <w:pPr>
              <w:spacing w:after="0"/>
              <w:ind w:left="135"/>
            </w:pPr>
          </w:p>
        </w:tc>
        <w:tc>
          <w:tcPr>
            <w:tcW w:w="3960"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Наименование разделов и тем программы </w:t>
            </w:r>
          </w:p>
          <w:p w:rsidR="007A2ACD" w:rsidRPr="00094EDF" w:rsidRDefault="007A2ACD">
            <w:pPr>
              <w:spacing w:after="0"/>
              <w:ind w:left="135"/>
            </w:pPr>
          </w:p>
        </w:tc>
        <w:tc>
          <w:tcPr>
            <w:tcW w:w="0" w:type="auto"/>
            <w:gridSpan w:val="3"/>
            <w:tcMar>
              <w:top w:w="50" w:type="dxa"/>
              <w:left w:w="100" w:type="dxa"/>
            </w:tcMar>
            <w:vAlign w:val="center"/>
          </w:tcPr>
          <w:p w:rsidR="007A2ACD" w:rsidRPr="00094EDF" w:rsidRDefault="007A2ACD">
            <w:pPr>
              <w:spacing w:after="0"/>
            </w:pPr>
            <w:r w:rsidRPr="00094EDF">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Электронные (цифровые) образовательные ресурсы </w:t>
            </w:r>
          </w:p>
          <w:p w:rsidR="007A2ACD" w:rsidRPr="00094EDF" w:rsidRDefault="007A2ACD">
            <w:pPr>
              <w:spacing w:after="0"/>
              <w:ind w:left="135"/>
            </w:pPr>
          </w:p>
        </w:tc>
      </w:tr>
      <w:tr w:rsidR="007A2ACD" w:rsidRPr="00094EDF">
        <w:trPr>
          <w:trHeight w:val="144"/>
          <w:tblCellSpacing w:w="20" w:type="nil"/>
        </w:trPr>
        <w:tc>
          <w:tcPr>
            <w:tcW w:w="0" w:type="auto"/>
            <w:vMerge/>
            <w:tcBorders>
              <w:top w:val="nil"/>
            </w:tcBorders>
            <w:tcMar>
              <w:top w:w="50" w:type="dxa"/>
              <w:left w:w="100" w:type="dxa"/>
            </w:tcMar>
          </w:tcPr>
          <w:p w:rsidR="007A2ACD" w:rsidRPr="00094EDF" w:rsidRDefault="007A2ACD"/>
        </w:tc>
        <w:tc>
          <w:tcPr>
            <w:tcW w:w="0" w:type="auto"/>
            <w:vMerge/>
            <w:tcBorders>
              <w:top w:val="nil"/>
            </w:tcBorders>
            <w:tcMar>
              <w:top w:w="50" w:type="dxa"/>
              <w:left w:w="100" w:type="dxa"/>
            </w:tcMar>
          </w:tcPr>
          <w:p w:rsidR="007A2ACD" w:rsidRPr="00094EDF" w:rsidRDefault="007A2ACD"/>
        </w:tc>
        <w:tc>
          <w:tcPr>
            <w:tcW w:w="889"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Всего </w:t>
            </w:r>
          </w:p>
          <w:p w:rsidR="007A2ACD" w:rsidRPr="00094EDF" w:rsidRDefault="007A2ACD">
            <w:pPr>
              <w:spacing w:after="0"/>
              <w:ind w:left="135"/>
            </w:pPr>
          </w:p>
        </w:tc>
        <w:tc>
          <w:tcPr>
            <w:tcW w:w="1598"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Контрольные работы </w:t>
            </w:r>
          </w:p>
          <w:p w:rsidR="007A2ACD" w:rsidRPr="00094EDF" w:rsidRDefault="007A2ACD">
            <w:pPr>
              <w:spacing w:after="0"/>
              <w:ind w:left="135"/>
            </w:pPr>
          </w:p>
        </w:tc>
        <w:tc>
          <w:tcPr>
            <w:tcW w:w="1692"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Практические работы </w:t>
            </w:r>
          </w:p>
          <w:p w:rsidR="007A2ACD" w:rsidRPr="00094EDF" w:rsidRDefault="007A2ACD">
            <w:pPr>
              <w:spacing w:after="0"/>
              <w:ind w:left="135"/>
            </w:pPr>
          </w:p>
        </w:tc>
        <w:tc>
          <w:tcPr>
            <w:tcW w:w="0" w:type="auto"/>
            <w:vMerge/>
            <w:tcBorders>
              <w:top w:val="nil"/>
            </w:tcBorders>
            <w:tcMar>
              <w:top w:w="50" w:type="dxa"/>
              <w:left w:w="100" w:type="dxa"/>
            </w:tcMar>
          </w:tcPr>
          <w:p w:rsidR="007A2ACD" w:rsidRPr="00094EDF" w:rsidRDefault="007A2ACD"/>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7">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8">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3</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19">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4</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0">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5</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1">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6</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2">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7</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3">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8</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4">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9</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5">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10</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6">
              <w:r w:rsidRPr="00094EDF">
                <w:rPr>
                  <w:rFonts w:ascii="Times New Roman" w:hAnsi="Times New Roman"/>
                  <w:color w:val="0000FF"/>
                  <w:u w:val="single"/>
                </w:rPr>
                <w:t>https://m.edsoo.ru/7f415104</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7">
              <w:r w:rsidRPr="00094EDF">
                <w:rPr>
                  <w:rFonts w:ascii="Times New Roman" w:hAnsi="Times New Roman"/>
                  <w:color w:val="0000FF"/>
                  <w:u w:val="single"/>
                </w:rPr>
                <w:t>https://m.edsoo.ru/7f415104</w:t>
              </w:r>
            </w:hyperlink>
          </w:p>
        </w:tc>
      </w:tr>
      <w:tr w:rsidR="007A2ACD" w:rsidRPr="00094EDF">
        <w:trPr>
          <w:trHeight w:val="144"/>
          <w:tblCellSpacing w:w="20" w:type="nil"/>
        </w:trPr>
        <w:tc>
          <w:tcPr>
            <w:tcW w:w="0" w:type="auto"/>
            <w:gridSpan w:val="2"/>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tc>
      </w:tr>
    </w:tbl>
    <w:p w:rsidR="007A2ACD" w:rsidRDefault="007A2ACD">
      <w:pPr>
        <w:sectPr w:rsidR="007A2ACD">
          <w:pgSz w:w="16383" w:h="11906" w:orient="landscape"/>
          <w:pgMar w:top="1134" w:right="850" w:bottom="1134" w:left="1701" w:header="720" w:footer="720" w:gutter="0"/>
          <w:cols w:space="720"/>
        </w:sectPr>
      </w:pPr>
    </w:p>
    <w:p w:rsidR="007A2ACD" w:rsidRDefault="007A2AC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653"/>
      </w:tblGrid>
      <w:tr w:rsidR="007A2ACD" w:rsidRPr="00094EDF">
        <w:trPr>
          <w:trHeight w:val="144"/>
          <w:tblCellSpacing w:w="20" w:type="nil"/>
        </w:trPr>
        <w:tc>
          <w:tcPr>
            <w:tcW w:w="412"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 п/п </w:t>
            </w:r>
          </w:p>
          <w:p w:rsidR="007A2ACD" w:rsidRPr="00094EDF" w:rsidRDefault="007A2ACD">
            <w:pPr>
              <w:spacing w:after="0"/>
              <w:ind w:left="135"/>
            </w:pPr>
          </w:p>
        </w:tc>
        <w:tc>
          <w:tcPr>
            <w:tcW w:w="3960"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Наименование разделов и тем программы </w:t>
            </w:r>
          </w:p>
          <w:p w:rsidR="007A2ACD" w:rsidRPr="00094EDF" w:rsidRDefault="007A2ACD">
            <w:pPr>
              <w:spacing w:after="0"/>
              <w:ind w:left="135"/>
            </w:pPr>
          </w:p>
        </w:tc>
        <w:tc>
          <w:tcPr>
            <w:tcW w:w="0" w:type="auto"/>
            <w:gridSpan w:val="3"/>
            <w:tcMar>
              <w:top w:w="50" w:type="dxa"/>
              <w:left w:w="100" w:type="dxa"/>
            </w:tcMar>
            <w:vAlign w:val="center"/>
          </w:tcPr>
          <w:p w:rsidR="007A2ACD" w:rsidRPr="00094EDF" w:rsidRDefault="007A2ACD">
            <w:pPr>
              <w:spacing w:after="0"/>
            </w:pPr>
            <w:r w:rsidRPr="00094EDF">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Электронные (цифровые) образовательные ресурсы </w:t>
            </w:r>
          </w:p>
          <w:p w:rsidR="007A2ACD" w:rsidRPr="00094EDF" w:rsidRDefault="007A2ACD">
            <w:pPr>
              <w:spacing w:after="0"/>
              <w:ind w:left="135"/>
            </w:pPr>
          </w:p>
        </w:tc>
      </w:tr>
      <w:tr w:rsidR="007A2ACD" w:rsidRPr="00094EDF">
        <w:trPr>
          <w:trHeight w:val="144"/>
          <w:tblCellSpacing w:w="20" w:type="nil"/>
        </w:trPr>
        <w:tc>
          <w:tcPr>
            <w:tcW w:w="0" w:type="auto"/>
            <w:vMerge/>
            <w:tcBorders>
              <w:top w:val="nil"/>
            </w:tcBorders>
            <w:tcMar>
              <w:top w:w="50" w:type="dxa"/>
              <w:left w:w="100" w:type="dxa"/>
            </w:tcMar>
          </w:tcPr>
          <w:p w:rsidR="007A2ACD" w:rsidRPr="00094EDF" w:rsidRDefault="007A2ACD"/>
        </w:tc>
        <w:tc>
          <w:tcPr>
            <w:tcW w:w="0" w:type="auto"/>
            <w:vMerge/>
            <w:tcBorders>
              <w:top w:val="nil"/>
            </w:tcBorders>
            <w:tcMar>
              <w:top w:w="50" w:type="dxa"/>
              <w:left w:w="100" w:type="dxa"/>
            </w:tcMar>
          </w:tcPr>
          <w:p w:rsidR="007A2ACD" w:rsidRPr="00094EDF" w:rsidRDefault="007A2ACD"/>
        </w:tc>
        <w:tc>
          <w:tcPr>
            <w:tcW w:w="889"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Всего </w:t>
            </w:r>
          </w:p>
          <w:p w:rsidR="007A2ACD" w:rsidRPr="00094EDF" w:rsidRDefault="007A2ACD">
            <w:pPr>
              <w:spacing w:after="0"/>
              <w:ind w:left="135"/>
            </w:pPr>
          </w:p>
        </w:tc>
        <w:tc>
          <w:tcPr>
            <w:tcW w:w="1598"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Контрольные работы </w:t>
            </w:r>
          </w:p>
          <w:p w:rsidR="007A2ACD" w:rsidRPr="00094EDF" w:rsidRDefault="007A2ACD">
            <w:pPr>
              <w:spacing w:after="0"/>
              <w:ind w:left="135"/>
            </w:pPr>
          </w:p>
        </w:tc>
        <w:tc>
          <w:tcPr>
            <w:tcW w:w="1692"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Практические работы </w:t>
            </w:r>
          </w:p>
          <w:p w:rsidR="007A2ACD" w:rsidRPr="00094EDF" w:rsidRDefault="007A2ACD">
            <w:pPr>
              <w:spacing w:after="0"/>
              <w:ind w:left="135"/>
            </w:pPr>
          </w:p>
        </w:tc>
        <w:tc>
          <w:tcPr>
            <w:tcW w:w="0" w:type="auto"/>
            <w:vMerge/>
            <w:tcBorders>
              <w:top w:val="nil"/>
            </w:tcBorders>
            <w:tcMar>
              <w:top w:w="50" w:type="dxa"/>
              <w:left w:w="100" w:type="dxa"/>
            </w:tcMar>
          </w:tcPr>
          <w:p w:rsidR="007A2ACD" w:rsidRPr="00094EDF" w:rsidRDefault="007A2ACD"/>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8">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29">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3</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0">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4</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1">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5</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2">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6</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3">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7</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4">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8</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5">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9</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6">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10</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7">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8">
              <w:r w:rsidRPr="00094EDF">
                <w:rPr>
                  <w:rFonts w:ascii="Times New Roman" w:hAnsi="Times New Roman"/>
                  <w:color w:val="0000FF"/>
                  <w:u w:val="single"/>
                </w:rPr>
                <w:t>https://m.edsoo.ru/7f416f2c</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39">
              <w:r w:rsidRPr="00094EDF">
                <w:rPr>
                  <w:rFonts w:ascii="Times New Roman" w:hAnsi="Times New Roman"/>
                  <w:color w:val="0000FF"/>
                  <w:u w:val="single"/>
                </w:rPr>
                <w:t>https://m.edsoo.ru/7f416f2c</w:t>
              </w:r>
            </w:hyperlink>
          </w:p>
        </w:tc>
      </w:tr>
      <w:tr w:rsidR="007A2ACD" w:rsidRPr="00094EDF">
        <w:trPr>
          <w:trHeight w:val="144"/>
          <w:tblCellSpacing w:w="20" w:type="nil"/>
        </w:trPr>
        <w:tc>
          <w:tcPr>
            <w:tcW w:w="0" w:type="auto"/>
            <w:gridSpan w:val="2"/>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tc>
      </w:tr>
    </w:tbl>
    <w:p w:rsidR="007A2ACD" w:rsidRDefault="007A2ACD">
      <w:pPr>
        <w:sectPr w:rsidR="007A2ACD">
          <w:pgSz w:w="16383" w:h="11906" w:orient="landscape"/>
          <w:pgMar w:top="1134" w:right="850" w:bottom="1134" w:left="1701" w:header="720" w:footer="720" w:gutter="0"/>
          <w:cols w:space="720"/>
        </w:sectPr>
      </w:pPr>
    </w:p>
    <w:p w:rsidR="007A2ACD" w:rsidRDefault="007A2AC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653"/>
      </w:tblGrid>
      <w:tr w:rsidR="007A2ACD" w:rsidRPr="00094EDF">
        <w:trPr>
          <w:trHeight w:val="144"/>
          <w:tblCellSpacing w:w="20" w:type="nil"/>
        </w:trPr>
        <w:tc>
          <w:tcPr>
            <w:tcW w:w="412"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 п/п </w:t>
            </w:r>
          </w:p>
          <w:p w:rsidR="007A2ACD" w:rsidRPr="00094EDF" w:rsidRDefault="007A2ACD">
            <w:pPr>
              <w:spacing w:after="0"/>
              <w:ind w:left="135"/>
            </w:pPr>
          </w:p>
        </w:tc>
        <w:tc>
          <w:tcPr>
            <w:tcW w:w="3960"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Наименование разделов и тем программы </w:t>
            </w:r>
          </w:p>
          <w:p w:rsidR="007A2ACD" w:rsidRPr="00094EDF" w:rsidRDefault="007A2ACD">
            <w:pPr>
              <w:spacing w:after="0"/>
              <w:ind w:left="135"/>
            </w:pPr>
          </w:p>
        </w:tc>
        <w:tc>
          <w:tcPr>
            <w:tcW w:w="0" w:type="auto"/>
            <w:gridSpan w:val="3"/>
            <w:tcMar>
              <w:top w:w="50" w:type="dxa"/>
              <w:left w:w="100" w:type="dxa"/>
            </w:tcMar>
            <w:vAlign w:val="center"/>
          </w:tcPr>
          <w:p w:rsidR="007A2ACD" w:rsidRPr="00094EDF" w:rsidRDefault="007A2ACD">
            <w:pPr>
              <w:spacing w:after="0"/>
            </w:pPr>
            <w:r w:rsidRPr="00094EDF">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Электронные (цифровые) образовательные ресурсы </w:t>
            </w:r>
          </w:p>
          <w:p w:rsidR="007A2ACD" w:rsidRPr="00094EDF" w:rsidRDefault="007A2ACD">
            <w:pPr>
              <w:spacing w:after="0"/>
              <w:ind w:left="135"/>
            </w:pPr>
          </w:p>
        </w:tc>
      </w:tr>
      <w:tr w:rsidR="007A2ACD" w:rsidRPr="00094EDF">
        <w:trPr>
          <w:trHeight w:val="144"/>
          <w:tblCellSpacing w:w="20" w:type="nil"/>
        </w:trPr>
        <w:tc>
          <w:tcPr>
            <w:tcW w:w="0" w:type="auto"/>
            <w:vMerge/>
            <w:tcBorders>
              <w:top w:val="nil"/>
            </w:tcBorders>
            <w:tcMar>
              <w:top w:w="50" w:type="dxa"/>
              <w:left w:w="100" w:type="dxa"/>
            </w:tcMar>
          </w:tcPr>
          <w:p w:rsidR="007A2ACD" w:rsidRPr="00094EDF" w:rsidRDefault="007A2ACD"/>
        </w:tc>
        <w:tc>
          <w:tcPr>
            <w:tcW w:w="0" w:type="auto"/>
            <w:vMerge/>
            <w:tcBorders>
              <w:top w:val="nil"/>
            </w:tcBorders>
            <w:tcMar>
              <w:top w:w="50" w:type="dxa"/>
              <w:left w:w="100" w:type="dxa"/>
            </w:tcMar>
          </w:tcPr>
          <w:p w:rsidR="007A2ACD" w:rsidRPr="00094EDF" w:rsidRDefault="007A2ACD"/>
        </w:tc>
        <w:tc>
          <w:tcPr>
            <w:tcW w:w="889"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Всего </w:t>
            </w:r>
          </w:p>
          <w:p w:rsidR="007A2ACD" w:rsidRPr="00094EDF" w:rsidRDefault="007A2ACD">
            <w:pPr>
              <w:spacing w:after="0"/>
              <w:ind w:left="135"/>
            </w:pPr>
          </w:p>
        </w:tc>
        <w:tc>
          <w:tcPr>
            <w:tcW w:w="1598"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Контрольные работы </w:t>
            </w:r>
          </w:p>
          <w:p w:rsidR="007A2ACD" w:rsidRPr="00094EDF" w:rsidRDefault="007A2ACD">
            <w:pPr>
              <w:spacing w:after="0"/>
              <w:ind w:left="135"/>
            </w:pPr>
          </w:p>
        </w:tc>
        <w:tc>
          <w:tcPr>
            <w:tcW w:w="1692"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Практические работы </w:t>
            </w:r>
          </w:p>
          <w:p w:rsidR="007A2ACD" w:rsidRPr="00094EDF" w:rsidRDefault="007A2ACD">
            <w:pPr>
              <w:spacing w:after="0"/>
              <w:ind w:left="135"/>
            </w:pPr>
          </w:p>
        </w:tc>
        <w:tc>
          <w:tcPr>
            <w:tcW w:w="0" w:type="auto"/>
            <w:vMerge/>
            <w:tcBorders>
              <w:top w:val="nil"/>
            </w:tcBorders>
            <w:tcMar>
              <w:top w:w="50" w:type="dxa"/>
              <w:left w:w="100" w:type="dxa"/>
            </w:tcMar>
          </w:tcPr>
          <w:p w:rsidR="007A2ACD" w:rsidRPr="00094EDF" w:rsidRDefault="007A2ACD"/>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0">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9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1">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3</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2">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4</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3">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5</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8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4">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6</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5">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7</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6">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8</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13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7">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9</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8">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10</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7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49">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0">
              <w:r w:rsidRPr="00094EDF">
                <w:rPr>
                  <w:rFonts w:ascii="Times New Roman" w:hAnsi="Times New Roman"/>
                  <w:color w:val="0000FF"/>
                  <w:u w:val="single"/>
                </w:rPr>
                <w:t>https://m.edsoo.ru/7f418fe8</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1">
              <w:r w:rsidRPr="00094EDF">
                <w:rPr>
                  <w:rFonts w:ascii="Times New Roman" w:hAnsi="Times New Roman"/>
                  <w:color w:val="0000FF"/>
                  <w:u w:val="single"/>
                </w:rPr>
                <w:t>https://m.edsoo.ru/7f418fe8</w:t>
              </w:r>
            </w:hyperlink>
          </w:p>
        </w:tc>
      </w:tr>
      <w:tr w:rsidR="007A2ACD" w:rsidRPr="00094EDF">
        <w:trPr>
          <w:trHeight w:val="144"/>
          <w:tblCellSpacing w:w="20" w:type="nil"/>
        </w:trPr>
        <w:tc>
          <w:tcPr>
            <w:tcW w:w="0" w:type="auto"/>
            <w:gridSpan w:val="2"/>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tc>
      </w:tr>
    </w:tbl>
    <w:p w:rsidR="007A2ACD" w:rsidRDefault="007A2ACD">
      <w:pPr>
        <w:sectPr w:rsidR="007A2ACD">
          <w:pgSz w:w="16383" w:h="11906" w:orient="landscape"/>
          <w:pgMar w:top="1134" w:right="850" w:bottom="1134" w:left="1701" w:header="720" w:footer="720" w:gutter="0"/>
          <w:cols w:space="720"/>
        </w:sectPr>
      </w:pPr>
    </w:p>
    <w:p w:rsidR="007A2ACD" w:rsidRDefault="007A2AC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5"/>
        <w:gridCol w:w="4976"/>
        <w:gridCol w:w="1398"/>
        <w:gridCol w:w="1841"/>
        <w:gridCol w:w="1910"/>
        <w:gridCol w:w="2689"/>
      </w:tblGrid>
      <w:tr w:rsidR="007A2ACD" w:rsidRPr="00094EDF">
        <w:trPr>
          <w:trHeight w:val="144"/>
          <w:tblCellSpacing w:w="20" w:type="nil"/>
        </w:trPr>
        <w:tc>
          <w:tcPr>
            <w:tcW w:w="412"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 п/п </w:t>
            </w:r>
          </w:p>
          <w:p w:rsidR="007A2ACD" w:rsidRPr="00094EDF" w:rsidRDefault="007A2ACD">
            <w:pPr>
              <w:spacing w:after="0"/>
              <w:ind w:left="135"/>
            </w:pPr>
          </w:p>
        </w:tc>
        <w:tc>
          <w:tcPr>
            <w:tcW w:w="3960"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Наименование разделов и тем программы </w:t>
            </w:r>
          </w:p>
          <w:p w:rsidR="007A2ACD" w:rsidRPr="00094EDF" w:rsidRDefault="007A2ACD">
            <w:pPr>
              <w:spacing w:after="0"/>
              <w:ind w:left="135"/>
            </w:pPr>
          </w:p>
        </w:tc>
        <w:tc>
          <w:tcPr>
            <w:tcW w:w="0" w:type="auto"/>
            <w:gridSpan w:val="3"/>
            <w:tcMar>
              <w:top w:w="50" w:type="dxa"/>
              <w:left w:w="100" w:type="dxa"/>
            </w:tcMar>
            <w:vAlign w:val="center"/>
          </w:tcPr>
          <w:p w:rsidR="007A2ACD" w:rsidRPr="00094EDF" w:rsidRDefault="007A2ACD">
            <w:pPr>
              <w:spacing w:after="0"/>
            </w:pPr>
            <w:r w:rsidRPr="00094EDF">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Электронные (цифровые) образовательные ресурсы </w:t>
            </w:r>
          </w:p>
          <w:p w:rsidR="007A2ACD" w:rsidRPr="00094EDF" w:rsidRDefault="007A2ACD">
            <w:pPr>
              <w:spacing w:after="0"/>
              <w:ind w:left="135"/>
            </w:pPr>
          </w:p>
        </w:tc>
      </w:tr>
      <w:tr w:rsidR="007A2ACD" w:rsidRPr="00094EDF">
        <w:trPr>
          <w:trHeight w:val="144"/>
          <w:tblCellSpacing w:w="20" w:type="nil"/>
        </w:trPr>
        <w:tc>
          <w:tcPr>
            <w:tcW w:w="0" w:type="auto"/>
            <w:vMerge/>
            <w:tcBorders>
              <w:top w:val="nil"/>
            </w:tcBorders>
            <w:tcMar>
              <w:top w:w="50" w:type="dxa"/>
              <w:left w:w="100" w:type="dxa"/>
            </w:tcMar>
          </w:tcPr>
          <w:p w:rsidR="007A2ACD" w:rsidRPr="00094EDF" w:rsidRDefault="007A2ACD"/>
        </w:tc>
        <w:tc>
          <w:tcPr>
            <w:tcW w:w="0" w:type="auto"/>
            <w:vMerge/>
            <w:tcBorders>
              <w:top w:val="nil"/>
            </w:tcBorders>
            <w:tcMar>
              <w:top w:w="50" w:type="dxa"/>
              <w:left w:w="100" w:type="dxa"/>
            </w:tcMar>
          </w:tcPr>
          <w:p w:rsidR="007A2ACD" w:rsidRPr="00094EDF" w:rsidRDefault="007A2ACD"/>
        </w:tc>
        <w:tc>
          <w:tcPr>
            <w:tcW w:w="889"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Всего </w:t>
            </w:r>
          </w:p>
          <w:p w:rsidR="007A2ACD" w:rsidRPr="00094EDF" w:rsidRDefault="007A2ACD">
            <w:pPr>
              <w:spacing w:after="0"/>
              <w:ind w:left="135"/>
            </w:pPr>
          </w:p>
        </w:tc>
        <w:tc>
          <w:tcPr>
            <w:tcW w:w="1598"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Контрольные работы </w:t>
            </w:r>
          </w:p>
          <w:p w:rsidR="007A2ACD" w:rsidRPr="00094EDF" w:rsidRDefault="007A2ACD">
            <w:pPr>
              <w:spacing w:after="0"/>
              <w:ind w:left="135"/>
            </w:pPr>
          </w:p>
        </w:tc>
        <w:tc>
          <w:tcPr>
            <w:tcW w:w="1692" w:type="dxa"/>
            <w:tcMar>
              <w:top w:w="50" w:type="dxa"/>
              <w:left w:w="100" w:type="dxa"/>
            </w:tcMar>
            <w:vAlign w:val="center"/>
          </w:tcPr>
          <w:p w:rsidR="007A2ACD" w:rsidRPr="00094EDF" w:rsidRDefault="007A2ACD">
            <w:pPr>
              <w:spacing w:after="0"/>
              <w:ind w:left="135"/>
            </w:pPr>
            <w:r w:rsidRPr="00094EDF">
              <w:rPr>
                <w:rFonts w:ascii="Times New Roman" w:hAnsi="Times New Roman"/>
                <w:b/>
                <w:color w:val="000000"/>
                <w:sz w:val="24"/>
              </w:rPr>
              <w:t xml:space="preserve">Практические работы </w:t>
            </w:r>
          </w:p>
          <w:p w:rsidR="007A2ACD" w:rsidRPr="00094EDF" w:rsidRDefault="007A2ACD">
            <w:pPr>
              <w:spacing w:after="0"/>
              <w:ind w:left="135"/>
            </w:pPr>
          </w:p>
        </w:tc>
        <w:tc>
          <w:tcPr>
            <w:tcW w:w="0" w:type="auto"/>
            <w:vMerge/>
            <w:tcBorders>
              <w:top w:val="nil"/>
            </w:tcBorders>
            <w:tcMar>
              <w:top w:w="50" w:type="dxa"/>
              <w:left w:w="100" w:type="dxa"/>
            </w:tcMar>
          </w:tcPr>
          <w:p w:rsidR="007A2ACD" w:rsidRPr="00094EDF" w:rsidRDefault="007A2ACD"/>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11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2">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2</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3">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3</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4">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4</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5">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5</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6">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6</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5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7">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7</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8">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8</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11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59">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9</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6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60">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10</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14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61">
              <w:r w:rsidRPr="00094EDF">
                <w:rPr>
                  <w:rFonts w:ascii="Times New Roman" w:hAnsi="Times New Roman"/>
                  <w:color w:val="0000FF"/>
                  <w:u w:val="single"/>
                </w:rPr>
                <w:t>https://m.edsoo.ru/7f41b2a2</w:t>
              </w:r>
            </w:hyperlink>
          </w:p>
        </w:tc>
      </w:tr>
      <w:tr w:rsidR="007A2ACD" w:rsidRPr="00094EDF">
        <w:trPr>
          <w:trHeight w:val="144"/>
          <w:tblCellSpacing w:w="20" w:type="nil"/>
        </w:trPr>
        <w:tc>
          <w:tcPr>
            <w:tcW w:w="412" w:type="dxa"/>
            <w:tcMar>
              <w:top w:w="50" w:type="dxa"/>
              <w:left w:w="100" w:type="dxa"/>
            </w:tcMar>
            <w:vAlign w:val="center"/>
          </w:tcPr>
          <w:p w:rsidR="007A2ACD" w:rsidRPr="00094EDF" w:rsidRDefault="007A2ACD">
            <w:pPr>
              <w:spacing w:after="0"/>
            </w:pPr>
            <w:r w:rsidRPr="00094EDF">
              <w:rPr>
                <w:rFonts w:ascii="Times New Roman" w:hAnsi="Times New Roman"/>
                <w:color w:val="000000"/>
                <w:sz w:val="24"/>
              </w:rPr>
              <w:t>11</w:t>
            </w:r>
          </w:p>
        </w:tc>
        <w:tc>
          <w:tcPr>
            <w:tcW w:w="3960"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0.5 </w:t>
            </w:r>
          </w:p>
        </w:tc>
        <w:tc>
          <w:tcPr>
            <w:tcW w:w="1692" w:type="dxa"/>
            <w:tcMar>
              <w:top w:w="50" w:type="dxa"/>
              <w:left w:w="100" w:type="dxa"/>
            </w:tcMar>
            <w:vAlign w:val="center"/>
          </w:tcPr>
          <w:p w:rsidR="007A2ACD" w:rsidRPr="00094EDF" w:rsidRDefault="007A2ACD">
            <w:pPr>
              <w:spacing w:after="0"/>
              <w:ind w:left="135"/>
              <w:jc w:val="center"/>
            </w:pPr>
          </w:p>
        </w:tc>
        <w:tc>
          <w:tcPr>
            <w:tcW w:w="2403" w:type="dxa"/>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 xml:space="preserve">Библиотека ЦОК </w:t>
            </w:r>
            <w:hyperlink r:id="rId62">
              <w:r w:rsidRPr="00094EDF">
                <w:rPr>
                  <w:rFonts w:ascii="Times New Roman" w:hAnsi="Times New Roman"/>
                  <w:color w:val="0000FF"/>
                  <w:u w:val="single"/>
                </w:rPr>
                <w:t>https://m.edsoo.ru/7f41b2a2</w:t>
              </w:r>
            </w:hyperlink>
          </w:p>
        </w:tc>
      </w:tr>
      <w:tr w:rsidR="007A2ACD" w:rsidRPr="00094EDF">
        <w:trPr>
          <w:trHeight w:val="144"/>
          <w:tblCellSpacing w:w="20" w:type="nil"/>
        </w:trPr>
        <w:tc>
          <w:tcPr>
            <w:tcW w:w="0" w:type="auto"/>
            <w:gridSpan w:val="2"/>
            <w:tcMar>
              <w:top w:w="50" w:type="dxa"/>
              <w:left w:w="100" w:type="dxa"/>
            </w:tcMar>
            <w:vAlign w:val="center"/>
          </w:tcPr>
          <w:p w:rsidR="007A2ACD" w:rsidRPr="00094EDF" w:rsidRDefault="007A2ACD">
            <w:pPr>
              <w:spacing w:after="0"/>
              <w:ind w:left="135"/>
            </w:pPr>
            <w:r w:rsidRPr="00094EDF">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102 </w:t>
            </w:r>
          </w:p>
        </w:tc>
        <w:tc>
          <w:tcPr>
            <w:tcW w:w="1598"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10 </w:t>
            </w:r>
          </w:p>
        </w:tc>
        <w:tc>
          <w:tcPr>
            <w:tcW w:w="1692" w:type="dxa"/>
            <w:tcMar>
              <w:top w:w="50" w:type="dxa"/>
              <w:left w:w="100" w:type="dxa"/>
            </w:tcMar>
            <w:vAlign w:val="center"/>
          </w:tcPr>
          <w:p w:rsidR="007A2ACD" w:rsidRPr="00094EDF" w:rsidRDefault="007A2ACD">
            <w:pPr>
              <w:spacing w:after="0"/>
              <w:ind w:left="135"/>
              <w:jc w:val="center"/>
            </w:pPr>
            <w:r w:rsidRPr="00094EDF">
              <w:rPr>
                <w:rFonts w:ascii="Times New Roman" w:hAnsi="Times New Roman"/>
                <w:color w:val="000000"/>
                <w:sz w:val="24"/>
              </w:rPr>
              <w:t xml:space="preserve"> 0 </w:t>
            </w:r>
          </w:p>
        </w:tc>
        <w:tc>
          <w:tcPr>
            <w:tcW w:w="2403" w:type="dxa"/>
            <w:tcMar>
              <w:top w:w="50" w:type="dxa"/>
              <w:left w:w="100" w:type="dxa"/>
            </w:tcMar>
            <w:vAlign w:val="center"/>
          </w:tcPr>
          <w:p w:rsidR="007A2ACD" w:rsidRPr="00094EDF" w:rsidRDefault="007A2ACD"/>
        </w:tc>
      </w:tr>
    </w:tbl>
    <w:p w:rsidR="007A2ACD" w:rsidRPr="00692E56" w:rsidRDefault="007A2ACD">
      <w:pPr>
        <w:rPr>
          <w:lang w:val="ru-RU"/>
        </w:rPr>
        <w:sectPr w:rsidR="007A2ACD" w:rsidRPr="00692E56">
          <w:pgSz w:w="16383" w:h="11906" w:orient="landscape"/>
          <w:pgMar w:top="1134" w:right="850" w:bottom="1134" w:left="1701" w:header="720" w:footer="720" w:gutter="0"/>
          <w:cols w:space="720"/>
        </w:sectPr>
      </w:pPr>
    </w:p>
    <w:p w:rsidR="007A2ACD" w:rsidRDefault="007A2ACD" w:rsidP="00692E56">
      <w:pPr>
        <w:spacing w:after="0"/>
      </w:pPr>
      <w:r>
        <w:rPr>
          <w:rFonts w:ascii="Times New Roman" w:hAnsi="Times New Roman"/>
          <w:b/>
          <w:color w:val="000000"/>
          <w:sz w:val="28"/>
        </w:rPr>
        <w:t>УЧЕБНО-МЕТОДИЧЕСКОЕ ОБЕСПЕЧЕНИЕ ОБРАЗОВАТЕЛЬНОГО ПРОЦЕССА</w:t>
      </w:r>
    </w:p>
    <w:p w:rsidR="007A2ACD" w:rsidRDefault="007A2ACD" w:rsidP="00692E56">
      <w:pPr>
        <w:spacing w:after="0" w:line="480" w:lineRule="auto"/>
        <w:ind w:left="120"/>
      </w:pPr>
      <w:r>
        <w:rPr>
          <w:rFonts w:ascii="Times New Roman" w:hAnsi="Times New Roman"/>
          <w:b/>
          <w:color w:val="000000"/>
          <w:sz w:val="28"/>
        </w:rPr>
        <w:t>ОБЯЗАТЕЛЬНЫЕ УЧЕБНЫЕ МАТЕРИАЛЫ ДЛЯ УЧЕНИКА</w:t>
      </w:r>
    </w:p>
    <w:p w:rsidR="007A2ACD" w:rsidRDefault="007A2ACD" w:rsidP="00692E56">
      <w:pPr>
        <w:spacing w:after="0" w:line="480" w:lineRule="auto"/>
        <w:ind w:left="120"/>
      </w:pPr>
      <w:r>
        <w:rPr>
          <w:rFonts w:ascii="Arial" w:hAnsi="Arial" w:cs="Arial"/>
          <w:color w:val="000000"/>
          <w:sz w:val="21"/>
          <w:szCs w:val="21"/>
          <w:shd w:val="clear" w:color="auto" w:fill="E7F1FF"/>
        </w:rPr>
        <w:t>Английский язык: 5-й класс: учебник, 5 класс/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rPr>
        <w:t>Английский язык: 6-й класс: учебник, 6 класс/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rPr>
        <w:t>Английский язык: 7-й класс: учебник, 7 класс/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rPr>
        <w:t>Английский язык: 8-й класс: учебник, 8 класс/ Ваулина Ю.Е., Дули Д., Подоляко О.Е. и другие, Акционерное общество «Издательство «Просвещение»</w:t>
      </w:r>
    </w:p>
    <w:p w:rsidR="007A2ACD" w:rsidRPr="00EA16A0" w:rsidRDefault="007A2ACD" w:rsidP="00692E56">
      <w:pPr>
        <w:spacing w:after="0" w:line="480" w:lineRule="auto"/>
        <w:ind w:left="120"/>
        <w:rPr>
          <w:lang w:val="ru-RU"/>
        </w:rPr>
      </w:pPr>
      <w:r>
        <w:rPr>
          <w:rFonts w:ascii="Arial" w:hAnsi="Arial" w:cs="Arial"/>
          <w:color w:val="000000"/>
          <w:sz w:val="21"/>
          <w:szCs w:val="21"/>
          <w:shd w:val="clear" w:color="auto" w:fill="E7F1FF"/>
        </w:rPr>
        <w:t>Английский язык: 9-й класс: учебник, 9 класс/ Ваулина Ю.Е., Дули Д., Подоляко О.Е. и другие, Акционерное общество «Издательство «Просвещение»</w:t>
      </w:r>
    </w:p>
    <w:p w:rsidR="007A2ACD" w:rsidRDefault="007A2ACD" w:rsidP="00692E56">
      <w:pPr>
        <w:spacing w:after="0"/>
        <w:ind w:left="120"/>
      </w:pPr>
    </w:p>
    <w:p w:rsidR="007A2ACD" w:rsidRDefault="007A2ACD" w:rsidP="00692E56">
      <w:pPr>
        <w:spacing w:after="0" w:line="480" w:lineRule="auto"/>
        <w:ind w:left="120"/>
        <w:rPr>
          <w:rFonts w:ascii="Times New Roman" w:hAnsi="Times New Roman"/>
          <w:b/>
          <w:color w:val="000000"/>
          <w:sz w:val="28"/>
          <w:lang w:val="ru-RU"/>
        </w:rPr>
      </w:pPr>
      <w:r>
        <w:rPr>
          <w:rFonts w:ascii="Times New Roman" w:hAnsi="Times New Roman"/>
          <w:b/>
          <w:color w:val="000000"/>
          <w:sz w:val="28"/>
        </w:rPr>
        <w:t>МЕТОДИЧЕСКИЕ МАТЕРИАЛЫ ДЛЯ УЧИТЕЛЯ</w:t>
      </w:r>
    </w:p>
    <w:p w:rsidR="007A2ACD" w:rsidRDefault="007A2ACD" w:rsidP="00692E56">
      <w:pPr>
        <w:spacing w:after="0" w:line="480" w:lineRule="auto"/>
        <w:ind w:left="120"/>
        <w:rPr>
          <w:rFonts w:ascii="Segoe UI" w:hAnsi="Segoe UI" w:cs="Segoe UI"/>
          <w:color w:val="FFFFFF"/>
          <w:sz w:val="21"/>
          <w:szCs w:val="21"/>
          <w:shd w:val="clear" w:color="auto" w:fill="323639"/>
          <w:lang w:val="ru-RU"/>
        </w:rPr>
      </w:pPr>
      <w:r>
        <w:rPr>
          <w:rFonts w:ascii="Segoe UI" w:hAnsi="Segoe UI" w:cs="Segoe UI"/>
          <w:color w:val="FFFFFF"/>
          <w:sz w:val="21"/>
          <w:szCs w:val="21"/>
          <w:shd w:val="clear" w:color="auto" w:fill="323639"/>
        </w:rPr>
        <w:t>metodicheskie-rekomendaczii_fg_2022_itog.pdf</w:t>
      </w:r>
      <w:r>
        <w:rPr>
          <w:rFonts w:ascii="Segoe UI" w:hAnsi="Segoe UI" w:cs="Segoe UI"/>
          <w:color w:val="FFFFFF"/>
          <w:sz w:val="21"/>
          <w:szCs w:val="21"/>
          <w:shd w:val="clear" w:color="auto" w:fill="323639"/>
          <w:lang w:val="ru-RU"/>
        </w:rPr>
        <w:t xml:space="preserve"> </w:t>
      </w:r>
    </w:p>
    <w:p w:rsidR="007A2ACD" w:rsidRDefault="007A2ACD" w:rsidP="00692E56">
      <w:pPr>
        <w:pStyle w:val="Heading3"/>
        <w:shd w:val="clear" w:color="auto" w:fill="F9F9F9"/>
        <w:spacing w:before="0" w:after="0"/>
        <w:jc w:val="both"/>
        <w:textAlignment w:val="baseline"/>
        <w:rPr>
          <w:rFonts w:ascii="Arial" w:hAnsi="Arial" w:cs="Arial"/>
          <w:b w:val="0"/>
          <w:bCs w:val="0"/>
          <w:color w:val="363636"/>
        </w:rPr>
      </w:pPr>
      <w:hyperlink r:id="rId63" w:history="1">
        <w:r>
          <w:rPr>
            <w:rStyle w:val="Hyperlink"/>
            <w:rFonts w:ascii="inherit" w:hAnsi="inherit" w:cs="Arial"/>
            <w:b w:val="0"/>
            <w:bCs w:val="0"/>
            <w:bdr w:val="none" w:sz="0" w:space="0" w:color="auto" w:frame="1"/>
          </w:rPr>
          <w:t>Методические рекомендации по формированию функциональной грамотности обучающихся. 5-9 классы (2022 г.)</w:t>
        </w:r>
      </w:hyperlink>
    </w:p>
    <w:p w:rsidR="007A2ACD" w:rsidRPr="0011591D" w:rsidRDefault="007A2ACD" w:rsidP="00692E56">
      <w:pPr>
        <w:pStyle w:val="Heading3"/>
        <w:spacing w:before="0" w:after="0"/>
        <w:textAlignment w:val="baseline"/>
        <w:rPr>
          <w:rFonts w:ascii="var(--wd-title-font)" w:hAnsi="var(--wd-title-font)"/>
          <w:b w:val="0"/>
          <w:bCs w:val="0"/>
        </w:rPr>
      </w:pPr>
      <w:hyperlink r:id="rId64" w:history="1">
        <w:r>
          <w:rPr>
            <w:rStyle w:val="Hyperlink"/>
            <w:rFonts w:ascii="inherit" w:hAnsi="inherit"/>
            <w:b w:val="0"/>
            <w:bCs w:val="0"/>
            <w:bdr w:val="none" w:sz="0" w:space="0" w:color="auto" w:frame="1"/>
          </w:rPr>
          <w:t>Методические рекомендации. Формирование эмоционального интеллекта обучающихся в образовательной среде. 5-9 классы (2022 г.)</w:t>
        </w:r>
      </w:hyperlink>
      <w:r w:rsidRPr="0011591D">
        <w:t xml:space="preserve"> </w:t>
      </w:r>
      <w:r w:rsidRPr="0011591D">
        <w:rPr>
          <w:rFonts w:ascii="var(--wd-title-font)" w:hAnsi="var(--wd-title-font)"/>
          <w:b w:val="0"/>
          <w:bCs w:val="0"/>
        </w:rPr>
        <w:t>https://edsoo.ru/2023/08/07/metodicheskie-rekomendaczii-formirovanie-emoczionalnogo-intellekta-obuchayushhihsya-v-obrazovatelnoj-srede-5-9-klassy-2022-g/</w:t>
      </w:r>
    </w:p>
    <w:p w:rsidR="007A2ACD" w:rsidRDefault="007A2ACD" w:rsidP="00692E56">
      <w:pPr>
        <w:spacing w:after="0" w:line="480" w:lineRule="auto"/>
        <w:ind w:left="120"/>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 5-й класс: /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 6 класс/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 7 класс/ Ваулина Ю.Е., Дули Д., Подоляко О.Е. и другие, Акционерное общество «Издательство «Просвещение»</w:t>
      </w:r>
    </w:p>
    <w:p w:rsidR="007A2ACD" w:rsidRDefault="007A2ACD" w:rsidP="00692E56">
      <w:pPr>
        <w:spacing w:after="0" w:line="480" w:lineRule="auto"/>
        <w:ind w:left="120"/>
        <w:rPr>
          <w:rFonts w:ascii="Arial" w:hAnsi="Arial" w:cs="Arial"/>
          <w:color w:val="000000"/>
          <w:sz w:val="21"/>
          <w:szCs w:val="21"/>
          <w:shd w:val="clear" w:color="auto" w:fill="E7F1FF"/>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 8 класс/ Ваулина Ю.Е., Дули Д., Подоляко О.Е. и другие, Акционерное общество «Издательство «Просвещение»</w:t>
      </w:r>
    </w:p>
    <w:p w:rsidR="007A2ACD" w:rsidRPr="00EA16A0" w:rsidRDefault="007A2ACD" w:rsidP="00692E56">
      <w:pPr>
        <w:spacing w:after="0" w:line="480" w:lineRule="auto"/>
        <w:ind w:left="120"/>
        <w:rPr>
          <w:lang w:val="ru-RU"/>
        </w:rPr>
      </w:pPr>
      <w:r>
        <w:rPr>
          <w:rFonts w:ascii="Arial" w:hAnsi="Arial" w:cs="Arial"/>
          <w:color w:val="000000"/>
          <w:sz w:val="21"/>
          <w:szCs w:val="21"/>
          <w:shd w:val="clear" w:color="auto" w:fill="E7F1FF"/>
          <w:lang w:val="ru-RU"/>
        </w:rPr>
        <w:t xml:space="preserve">Книга для учителя. </w:t>
      </w:r>
      <w:r>
        <w:rPr>
          <w:rFonts w:ascii="Arial" w:hAnsi="Arial" w:cs="Arial"/>
          <w:color w:val="000000"/>
          <w:sz w:val="21"/>
          <w:szCs w:val="21"/>
          <w:shd w:val="clear" w:color="auto" w:fill="E7F1FF"/>
        </w:rPr>
        <w:t>Английский язык: 9 класс/ Ваулина Ю.Е., Дули Д., Подоляко О.Е. и другие, Акционерное общество «Издательство «Просвещение»</w:t>
      </w:r>
    </w:p>
    <w:p w:rsidR="007A2ACD" w:rsidRPr="00FA7804" w:rsidRDefault="007A2ACD" w:rsidP="00692E56">
      <w:pPr>
        <w:spacing w:after="0" w:line="480" w:lineRule="auto"/>
        <w:rPr>
          <w:rFonts w:ascii="Times New Roman" w:hAnsi="Times New Roman"/>
          <w:b/>
          <w:color w:val="000000"/>
          <w:sz w:val="28"/>
          <w:szCs w:val="28"/>
          <w:lang w:val="ru-RU"/>
        </w:rPr>
      </w:pPr>
      <w:r w:rsidRPr="00FA7804">
        <w:rPr>
          <w:rFonts w:ascii="Times New Roman" w:hAnsi="Times New Roman"/>
          <w:b/>
          <w:color w:val="000000"/>
          <w:sz w:val="28"/>
          <w:szCs w:val="28"/>
        </w:rPr>
        <w:t>ЦИФРОВЫЕ ОБРАЗОВАТЕЛЬНЫЕ РЕСУРСЫ И РЕСУРСЫ СЕТИ ИНТЕРНЕТ</w:t>
      </w:r>
    </w:p>
    <w:p w:rsidR="007A2ACD" w:rsidRPr="00FA7804" w:rsidRDefault="007A2ACD" w:rsidP="00692E56">
      <w:pPr>
        <w:spacing w:after="0" w:line="480" w:lineRule="auto"/>
        <w:rPr>
          <w:rFonts w:ascii="Times New Roman" w:hAnsi="Times New Roman"/>
          <w:b/>
          <w:color w:val="000000"/>
          <w:sz w:val="28"/>
          <w:szCs w:val="28"/>
          <w:lang w:val="ru-RU"/>
        </w:rPr>
      </w:pPr>
      <w:r w:rsidRPr="00FA7804">
        <w:rPr>
          <w:rFonts w:ascii="Times New Roman" w:hAnsi="Times New Roman"/>
          <w:sz w:val="28"/>
          <w:szCs w:val="28"/>
          <w:lang w:val="ru-RU"/>
        </w:rPr>
        <w:t>учебные платформы «</w:t>
      </w:r>
      <w:r w:rsidRPr="00FA7804">
        <w:rPr>
          <w:rFonts w:ascii="Times New Roman" w:hAnsi="Times New Roman"/>
          <w:sz w:val="28"/>
          <w:szCs w:val="28"/>
        </w:rPr>
        <w:t>Uchi.ru”</w:t>
      </w:r>
      <w:r w:rsidRPr="00FA7804">
        <w:rPr>
          <w:rFonts w:ascii="Times New Roman" w:hAnsi="Times New Roman"/>
          <w:sz w:val="28"/>
          <w:szCs w:val="28"/>
          <w:lang w:val="ru-RU"/>
        </w:rPr>
        <w:t xml:space="preserve">, </w:t>
      </w:r>
      <w:r w:rsidRPr="00FA7804">
        <w:rPr>
          <w:rFonts w:ascii="Times New Roman" w:hAnsi="Times New Roman"/>
          <w:b/>
          <w:sz w:val="28"/>
          <w:szCs w:val="28"/>
          <w:lang w:val="ru-RU"/>
        </w:rPr>
        <w:t>«Российская электронная школа»</w:t>
      </w:r>
      <w:r w:rsidRPr="00FA7804">
        <w:rPr>
          <w:rFonts w:ascii="Times New Roman" w:hAnsi="Times New Roman"/>
          <w:sz w:val="28"/>
          <w:szCs w:val="28"/>
          <w:lang w:val="ru-RU"/>
        </w:rPr>
        <w:t>, «</w:t>
      </w:r>
      <w:r w:rsidRPr="00FA7804">
        <w:rPr>
          <w:rFonts w:ascii="Times New Roman" w:hAnsi="Times New Roman"/>
          <w:bCs/>
          <w:sz w:val="28"/>
          <w:szCs w:val="28"/>
        </w:rPr>
        <w:t>Учителю - Виртуальные методические сообщества</w:t>
      </w:r>
      <w:r w:rsidRPr="00FA7804">
        <w:rPr>
          <w:rFonts w:ascii="Times New Roman" w:hAnsi="Times New Roman"/>
          <w:bCs/>
          <w:sz w:val="28"/>
          <w:szCs w:val="28"/>
          <w:lang w:val="ru-RU"/>
        </w:rPr>
        <w:t xml:space="preserve"> на сайте «</w:t>
      </w:r>
      <w:r w:rsidRPr="00FA7804">
        <w:rPr>
          <w:rFonts w:ascii="Times New Roman" w:hAnsi="Times New Roman"/>
          <w:bCs/>
          <w:sz w:val="28"/>
          <w:szCs w:val="28"/>
        </w:rPr>
        <w:t>edu.tatar”</w:t>
      </w:r>
    </w:p>
    <w:p w:rsidR="007A2ACD" w:rsidRPr="00FA7804" w:rsidRDefault="007A2ACD" w:rsidP="00692E56">
      <w:pPr>
        <w:spacing w:after="0" w:line="480" w:lineRule="auto"/>
        <w:rPr>
          <w:rFonts w:ascii="Times New Roman" w:hAnsi="Times New Roman"/>
          <w:lang w:val="ru-RU"/>
        </w:rPr>
      </w:pPr>
    </w:p>
    <w:p w:rsidR="007A2ACD" w:rsidRPr="00FA7804" w:rsidRDefault="007A2ACD" w:rsidP="00692E56">
      <w:pPr>
        <w:spacing w:after="0" w:line="480" w:lineRule="auto"/>
        <w:ind w:left="120"/>
        <w:rPr>
          <w:rFonts w:ascii="Times New Roman" w:hAnsi="Times New Roman"/>
        </w:rPr>
      </w:pPr>
    </w:p>
    <w:p w:rsidR="007A2ACD" w:rsidRPr="00692E56" w:rsidRDefault="007A2ACD" w:rsidP="00692E56">
      <w:pPr>
        <w:spacing w:after="0"/>
        <w:rPr>
          <w:lang w:val="ru-RU"/>
        </w:rPr>
        <w:sectPr w:rsidR="007A2ACD" w:rsidRPr="00692E56">
          <w:pgSz w:w="16383" w:h="11906" w:orient="landscape"/>
          <w:pgMar w:top="1134" w:right="850" w:bottom="1134" w:left="1701" w:header="720" w:footer="720" w:gutter="0"/>
          <w:cols w:space="720"/>
        </w:sectPr>
      </w:pPr>
    </w:p>
    <w:p w:rsidR="007A2ACD" w:rsidRDefault="007A2ACD" w:rsidP="002A1161">
      <w:pPr>
        <w:spacing w:after="0"/>
        <w:ind w:left="120"/>
      </w:pPr>
      <w:bookmarkStart w:id="9" w:name="block-22541833"/>
      <w:bookmarkEnd w:id="9"/>
    </w:p>
    <w:sectPr w:rsidR="007A2ACD" w:rsidSect="002A116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sig w:usb0="00000003" w:usb1="00000000" w:usb2="00000000" w:usb3="00000000" w:csb0="00000001" w:csb1="00000000"/>
  </w:font>
  <w:font w:name="var(--wd-title-fon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0A1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C99479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CB2E7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28456F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4475DF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A512169"/>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16F261D"/>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2B6306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3C6604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8B4006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EDE79E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2AB597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D2550AD"/>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45C141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5735CE6"/>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B8265B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75C08D7"/>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209228C"/>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5"/>
  </w:num>
  <w:num w:numId="3">
    <w:abstractNumId w:val="17"/>
  </w:num>
  <w:num w:numId="4">
    <w:abstractNumId w:val="1"/>
  </w:num>
  <w:num w:numId="5">
    <w:abstractNumId w:val="14"/>
  </w:num>
  <w:num w:numId="6">
    <w:abstractNumId w:val="3"/>
  </w:num>
  <w:num w:numId="7">
    <w:abstractNumId w:val="6"/>
  </w:num>
  <w:num w:numId="8">
    <w:abstractNumId w:val="16"/>
  </w:num>
  <w:num w:numId="9">
    <w:abstractNumId w:val="13"/>
  </w:num>
  <w:num w:numId="10">
    <w:abstractNumId w:val="11"/>
  </w:num>
  <w:num w:numId="11">
    <w:abstractNumId w:val="2"/>
  </w:num>
  <w:num w:numId="12">
    <w:abstractNumId w:val="4"/>
  </w:num>
  <w:num w:numId="13">
    <w:abstractNumId w:val="0"/>
  </w:num>
  <w:num w:numId="14">
    <w:abstractNumId w:val="12"/>
  </w:num>
  <w:num w:numId="15">
    <w:abstractNumId w:val="8"/>
  </w:num>
  <w:num w:numId="16">
    <w:abstractNumId w:val="9"/>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2B6"/>
    <w:rsid w:val="00094EDF"/>
    <w:rsid w:val="000D4161"/>
    <w:rsid w:val="000E6D86"/>
    <w:rsid w:val="0011591D"/>
    <w:rsid w:val="002A1161"/>
    <w:rsid w:val="00344265"/>
    <w:rsid w:val="003B260B"/>
    <w:rsid w:val="003E485C"/>
    <w:rsid w:val="00467D4C"/>
    <w:rsid w:val="004A5611"/>
    <w:rsid w:val="004E6975"/>
    <w:rsid w:val="00692E56"/>
    <w:rsid w:val="0074738D"/>
    <w:rsid w:val="007A2ACD"/>
    <w:rsid w:val="007B790C"/>
    <w:rsid w:val="008610C7"/>
    <w:rsid w:val="0086502D"/>
    <w:rsid w:val="008944ED"/>
    <w:rsid w:val="008B264D"/>
    <w:rsid w:val="009122B6"/>
    <w:rsid w:val="00B72C71"/>
    <w:rsid w:val="00C53FFE"/>
    <w:rsid w:val="00DB53A0"/>
    <w:rsid w:val="00E2220E"/>
    <w:rsid w:val="00E9175A"/>
    <w:rsid w:val="00EA16A0"/>
    <w:rsid w:val="00FA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color w:val="365F91"/>
      <w:sz w:val="28"/>
    </w:rPr>
  </w:style>
  <w:style w:type="character" w:customStyle="1" w:styleId="Heading2Char">
    <w:name w:val="Heading 2 Char"/>
    <w:basedOn w:val="DefaultParagraphFont"/>
    <w:link w:val="Heading2"/>
    <w:uiPriority w:val="99"/>
    <w:locked/>
    <w:rPr>
      <w:rFonts w:ascii="Cambria" w:hAnsi="Cambria"/>
      <w:b/>
      <w:color w:val="4F81BD"/>
      <w:sz w:val="26"/>
    </w:rPr>
  </w:style>
  <w:style w:type="character" w:customStyle="1" w:styleId="Heading3Char">
    <w:name w:val="Heading 3 Char"/>
    <w:basedOn w:val="DefaultParagraphFont"/>
    <w:link w:val="Heading3"/>
    <w:uiPriority w:val="99"/>
    <w:locked/>
    <w:rPr>
      <w:rFonts w:ascii="Cambria" w:hAnsi="Cambria"/>
      <w:b/>
      <w:color w:val="4F81BD"/>
    </w:rPr>
  </w:style>
  <w:style w:type="character" w:customStyle="1" w:styleId="Heading4Char">
    <w:name w:val="Heading 4 Char"/>
    <w:basedOn w:val="DefaultParagraphFont"/>
    <w:link w:val="Heading4"/>
    <w:uiPriority w:val="99"/>
    <w:locked/>
    <w:rPr>
      <w:rFonts w:ascii="Cambria" w:hAnsi="Cambria"/>
      <w:b/>
      <w:i/>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i/>
      <w:color w:val="4F81BD"/>
      <w:spacing w:val="15"/>
      <w:sz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olor w:val="17365D"/>
      <w:spacing w:val="5"/>
      <w:kern w:val="28"/>
      <w:sz w:val="52"/>
    </w:rPr>
  </w:style>
  <w:style w:type="character" w:styleId="Emphasis">
    <w:name w:val="Emphasis"/>
    <w:basedOn w:val="DefaultParagraphFont"/>
    <w:uiPriority w:val="99"/>
    <w:qFormat/>
    <w:rPr>
      <w:rFonts w:cs="Times New Roman"/>
      <w:i/>
    </w:rPr>
  </w:style>
  <w:style w:type="character" w:styleId="Hyperlink">
    <w:name w:val="Hyperlink"/>
    <w:basedOn w:val="DefaultParagraphFont"/>
    <w:uiPriority w:val="99"/>
    <w:rPr>
      <w:rFonts w:cs="Times New Roman"/>
      <w:color w:val="0000FF"/>
      <w:u w:val="single"/>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122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edsoo.ru/2023/08/07/metodicheskie-rekomendaczii-po-formirovaniyu-funkczionalnoj-gramotnosti-obuchayushhihsya-5-9-klassy-2022-g/" TargetMode="Externa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66"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hyperlink" Target="https://edsoo.ru/2023/08/07/metodicheskie-rekomendaczii-formirovanie-emoczionalnogo-intellekta-obuchayushhihsya-v-obrazovatelnoj-srede-5-9-klassy-2022-g/" TargetMode="Externa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74</Pages>
  <Words>20172</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Айнур</dc:creator>
  <cp:keywords/>
  <dc:description/>
  <cp:lastModifiedBy>Айнур</cp:lastModifiedBy>
  <cp:revision>2</cp:revision>
  <dcterms:created xsi:type="dcterms:W3CDTF">2023-10-15T08:04:00Z</dcterms:created>
  <dcterms:modified xsi:type="dcterms:W3CDTF">2023-10-15T08:04:00Z</dcterms:modified>
</cp:coreProperties>
</file>